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C1F3B" w14:textId="77777777" w:rsidR="00F422D3" w:rsidRPr="005D6794" w:rsidRDefault="00F422D3" w:rsidP="005D6794">
      <w:pPr>
        <w:pStyle w:val="SoDTitul1"/>
      </w:pPr>
      <w:r w:rsidRPr="005D6794">
        <w:t>S</w:t>
      </w:r>
      <w:r w:rsidR="001906C2">
        <w:t>mlouva o dílo na zhotovení stavby</w:t>
      </w:r>
      <w:r w:rsidR="00FE2EF5">
        <w:t xml:space="preserve"> </w:t>
      </w:r>
    </w:p>
    <w:p w14:paraId="67F717A3" w14:textId="082B45C0" w:rsidR="00F422D3" w:rsidRDefault="00F422D3" w:rsidP="00B42F40">
      <w:pPr>
        <w:pStyle w:val="SoDTitul2"/>
      </w:pPr>
      <w:r>
        <w:t>Název zakázky: „</w:t>
      </w:r>
      <w:r w:rsidR="000E2FBE" w:rsidRPr="000E2FBE">
        <w:t>Rekonstrukce výpravní budovy ŽST Lovosice</w:t>
      </w:r>
      <w:r>
        <w:t>“</w:t>
      </w:r>
    </w:p>
    <w:p w14:paraId="0D52B623" w14:textId="77777777" w:rsidR="00F422D3" w:rsidRPr="00B42F40" w:rsidRDefault="00F422D3" w:rsidP="00003F09">
      <w:pPr>
        <w:pStyle w:val="SoDNadpisbezsl1-2"/>
      </w:pPr>
      <w:r w:rsidRPr="00B42F40">
        <w:t>Smluvní strany:</w:t>
      </w:r>
    </w:p>
    <w:p w14:paraId="39222219"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6D82FA90" w14:textId="77777777" w:rsidR="00F422D3" w:rsidRDefault="00F422D3" w:rsidP="00B42F40">
      <w:pPr>
        <w:pStyle w:val="SoDTextbezodsazen"/>
        <w:spacing w:after="0"/>
      </w:pPr>
      <w:r>
        <w:t xml:space="preserve">se sídlem: Dlážděná 1003/7, 110 00 Praha 1 - Nové Město </w:t>
      </w:r>
    </w:p>
    <w:p w14:paraId="54D34C37" w14:textId="77777777" w:rsidR="00F422D3" w:rsidRDefault="00F422D3" w:rsidP="00B42F40">
      <w:pPr>
        <w:pStyle w:val="SoDTextbezodsazen"/>
        <w:spacing w:after="0"/>
      </w:pPr>
      <w:r>
        <w:t>IČO: 70994234 DIČ: CZ70994234</w:t>
      </w:r>
    </w:p>
    <w:p w14:paraId="491FB505" w14:textId="77777777" w:rsidR="00F422D3" w:rsidRDefault="00F422D3" w:rsidP="00B42F40">
      <w:pPr>
        <w:pStyle w:val="SoDTextbezodsazen"/>
        <w:spacing w:after="0"/>
      </w:pPr>
      <w:r>
        <w:t>zapsaná v obchodním rejstříku vedeném Městským soudem v Praze,</w:t>
      </w:r>
    </w:p>
    <w:p w14:paraId="60704EE4" w14:textId="77777777" w:rsidR="00F422D3" w:rsidRPr="000E2FBE" w:rsidRDefault="00F422D3" w:rsidP="00B42F40">
      <w:pPr>
        <w:pStyle w:val="SoDTextbezodsazen"/>
        <w:spacing w:after="0"/>
      </w:pPr>
      <w:r>
        <w:t xml:space="preserve">spisová </w:t>
      </w:r>
      <w:r w:rsidRPr="000E2FBE">
        <w:t>značka A 48384</w:t>
      </w:r>
    </w:p>
    <w:p w14:paraId="4F8F6502" w14:textId="77777777" w:rsidR="00F422D3" w:rsidRPr="000E2FBE" w:rsidRDefault="00F422D3" w:rsidP="00B42F40">
      <w:pPr>
        <w:pStyle w:val="SoDTextbezodsazen"/>
        <w:spacing w:after="0"/>
      </w:pPr>
      <w:r w:rsidRPr="000E2FBE">
        <w:t xml:space="preserve">zastoupena: Ing. Mojmírem Nejezchlebem, náměstkem GŘ pro modernizaci dráhy </w:t>
      </w:r>
    </w:p>
    <w:p w14:paraId="4B22D1F2" w14:textId="77777777" w:rsidR="00F422D3" w:rsidRDefault="00F422D3" w:rsidP="00B42F40">
      <w:pPr>
        <w:pStyle w:val="SoDTextbezodsazen"/>
      </w:pPr>
      <w:r w:rsidRPr="000E2FBE">
        <w:t>na základě Pověření č. 2372 ze dne 26. 2. 2018</w:t>
      </w:r>
    </w:p>
    <w:p w14:paraId="11DD110D"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68E3D4EB"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1490DC09" w14:textId="0AB47CE6" w:rsidR="004438B7" w:rsidRDefault="004438B7" w:rsidP="004438B7">
      <w:pPr>
        <w:pStyle w:val="SoDTextbezodsazen"/>
      </w:pPr>
      <w:r w:rsidRPr="00B42F40">
        <w:t>Stavební</w:t>
      </w:r>
      <w:r>
        <w:t xml:space="preserve"> správa </w:t>
      </w:r>
      <w:r w:rsidRPr="00A44838">
        <w:t>západ, Budova Diamond Point, Ke štvanici 656/3, 186 00 Praha 8 - Karlín</w:t>
      </w:r>
    </w:p>
    <w:p w14:paraId="076C3A3A" w14:textId="145605F0" w:rsidR="00F422D3" w:rsidRDefault="00F422D3" w:rsidP="00B42F40">
      <w:pPr>
        <w:pStyle w:val="SoDTextbezodsazen"/>
      </w:pPr>
    </w:p>
    <w:p w14:paraId="5E028A67" w14:textId="77777777" w:rsidR="00F422D3" w:rsidRDefault="00F422D3" w:rsidP="00B42F40">
      <w:pPr>
        <w:pStyle w:val="SoDTextbezodsazen"/>
      </w:pPr>
      <w:r>
        <w:t>(</w:t>
      </w:r>
      <w:r w:rsidRPr="00B42F40">
        <w:t>dále</w:t>
      </w:r>
      <w:r>
        <w:t xml:space="preserve"> jen „</w:t>
      </w:r>
      <w:r w:rsidRPr="00F422D3">
        <w:rPr>
          <w:b/>
        </w:rPr>
        <w:t>Objednatel</w:t>
      </w:r>
      <w:r>
        <w:t>“)</w:t>
      </w:r>
    </w:p>
    <w:p w14:paraId="22846843" w14:textId="77777777" w:rsidR="00F422D3" w:rsidRDefault="00F422D3" w:rsidP="00B42F40">
      <w:pPr>
        <w:pStyle w:val="SoDTextbezodsazen"/>
        <w:spacing w:after="0"/>
      </w:pPr>
      <w:r>
        <w:t>číslo smlouvy: "</w:t>
      </w:r>
      <w:r w:rsidRPr="00F422D3">
        <w:rPr>
          <w:highlight w:val="green"/>
        </w:rPr>
        <w:t>VLOŽÍ OBJEDNATEL</w:t>
      </w:r>
      <w:r>
        <w:t xml:space="preserve">" </w:t>
      </w:r>
    </w:p>
    <w:p w14:paraId="4CA099D2"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4839F211" w14:textId="5BF32EAF" w:rsidR="00F422D3" w:rsidRDefault="00F422D3" w:rsidP="00B42F40">
      <w:pPr>
        <w:pStyle w:val="SoDTextbezodsazen"/>
      </w:pPr>
      <w:r>
        <w:t xml:space="preserve">ISPROFOND: </w:t>
      </w:r>
      <w:r w:rsidR="00077A9D">
        <w:t>5423520054</w:t>
      </w:r>
    </w:p>
    <w:p w14:paraId="72085BC7" w14:textId="77777777" w:rsidR="00B42F40" w:rsidRDefault="00B42F40" w:rsidP="00B42F40">
      <w:pPr>
        <w:pStyle w:val="SoDTextbezodsazen"/>
      </w:pPr>
    </w:p>
    <w:p w14:paraId="45B5C6D2" w14:textId="77777777" w:rsidR="00F422D3" w:rsidRDefault="00F422D3" w:rsidP="00B42F40">
      <w:pPr>
        <w:pStyle w:val="SoDTextbezodsazen"/>
      </w:pPr>
      <w:r w:rsidRPr="00B42F40">
        <w:t>a</w:t>
      </w:r>
    </w:p>
    <w:p w14:paraId="699944EC" w14:textId="77777777" w:rsidR="00CC6517" w:rsidRPr="00B42F40" w:rsidRDefault="00CC6517" w:rsidP="00B42F40">
      <w:pPr>
        <w:pStyle w:val="SoDTextbezodsazen"/>
      </w:pPr>
    </w:p>
    <w:p w14:paraId="37F5FB62"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72B9BCC9"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A8C5138" w14:textId="77777777" w:rsidR="00F422D3" w:rsidRPr="00B42F40" w:rsidRDefault="00F422D3" w:rsidP="00B42F40">
      <w:pPr>
        <w:pStyle w:val="SoD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414C841"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3C534991"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623A255A"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BB7DA30"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073A643E"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6245B4A"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1BCF0BA3" w14:textId="77777777" w:rsidR="00F422D3" w:rsidRPr="00B42F40" w:rsidRDefault="00F422D3" w:rsidP="00B42F40">
      <w:pPr>
        <w:pStyle w:val="SoDTextbezodsazen"/>
      </w:pPr>
      <w:r w:rsidRPr="00B42F40">
        <w:t>(dále jen „</w:t>
      </w:r>
      <w:r w:rsidRPr="00B42F40">
        <w:rPr>
          <w:rStyle w:val="Tun"/>
        </w:rPr>
        <w:t>Zhotovitel</w:t>
      </w:r>
      <w:r w:rsidRPr="00B42F40">
        <w:t>“)</w:t>
      </w:r>
    </w:p>
    <w:p w14:paraId="70FE3950"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63E9AEBE"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600C1D66" w14:textId="41F6846E" w:rsidR="00F422D3" w:rsidRDefault="00F422D3" w:rsidP="00B42F40">
      <w:pPr>
        <w:pStyle w:val="SoDTextbezodsazen"/>
      </w:pPr>
      <w:r w:rsidRPr="00B42F40">
        <w:lastRenderedPageBreak/>
        <w:t xml:space="preserve">Objednatel si přeje, aby Dílo </w:t>
      </w:r>
      <w:r w:rsidR="00353B98">
        <w:t>„</w:t>
      </w:r>
      <w:r w:rsidR="00353B98" w:rsidRPr="00353B98">
        <w:t>Rekonstrukce výpravní budovy ŽST Lovosice</w:t>
      </w:r>
      <w:r w:rsidR="00353B98">
        <w:t>“</w:t>
      </w:r>
      <w:r w:rsidR="00353B98" w:rsidRPr="00353B98">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4BD0A9DF"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1F11A55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030169A1"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683E0999"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2F0310B2"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23A44C8A"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711915BC"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6A63B1B3" w14:textId="3AD9AA4D" w:rsidR="00F422D3" w:rsidRPr="0045180B" w:rsidRDefault="00F422D3" w:rsidP="00E224B2">
      <w:pPr>
        <w:pStyle w:val="SoDslseznam-2"/>
      </w:pPr>
      <w:r w:rsidRPr="00C50C28">
        <w:t>Technická specifikace</w:t>
      </w:r>
      <w:r w:rsidR="007A0E0E">
        <w:t xml:space="preserve"> </w:t>
      </w:r>
      <w:r w:rsidR="007A0E0E" w:rsidRPr="0045180B">
        <w:t>(VTP</w:t>
      </w:r>
      <w:r w:rsidR="00CC5BEB">
        <w:t>/</w:t>
      </w:r>
      <w:r w:rsidR="00E224B2" w:rsidRPr="00E224B2">
        <w:t xml:space="preserve"> VTP_R-F_14-22</w:t>
      </w:r>
      <w:r w:rsidR="007A0E0E" w:rsidRPr="0045180B">
        <w:t>, ZTP</w:t>
      </w:r>
      <w:r w:rsidR="00A32963">
        <w:t xml:space="preserve"> </w:t>
      </w:r>
      <w:r w:rsidR="00EE4C6D">
        <w:t>ze dne 11.7.2023</w:t>
      </w:r>
      <w:r w:rsidR="007A0E0E" w:rsidRPr="0045180B">
        <w:t xml:space="preserve"> a další dle Pod-článku 1.1.1.5 Smluvních podmínek)</w:t>
      </w:r>
      <w:r w:rsidR="00AC383E">
        <w:t>,</w:t>
      </w:r>
    </w:p>
    <w:p w14:paraId="0DA50928" w14:textId="77777777" w:rsidR="00F422D3" w:rsidRPr="00C50C28" w:rsidRDefault="00F422D3" w:rsidP="00F54F3E">
      <w:pPr>
        <w:pStyle w:val="SoDslseznam-2"/>
      </w:pPr>
      <w:r w:rsidRPr="00C50C28">
        <w:t>Výkresy</w:t>
      </w:r>
      <w:r w:rsidR="00AC383E">
        <w:t>,</w:t>
      </w:r>
    </w:p>
    <w:p w14:paraId="0F5CF0F1" w14:textId="77777777" w:rsidR="00F422D3" w:rsidRPr="00C50C28" w:rsidRDefault="00F422D3" w:rsidP="00F54F3E">
      <w:pPr>
        <w:pStyle w:val="SoDslseznam-2"/>
      </w:pPr>
      <w:r w:rsidRPr="00C50C28">
        <w:t xml:space="preserve">Formuláře:  </w:t>
      </w:r>
    </w:p>
    <w:p w14:paraId="7865764C" w14:textId="23EE41EE" w:rsidR="00F422D3" w:rsidRDefault="00F422D3" w:rsidP="006B53EF">
      <w:pPr>
        <w:pStyle w:val="SoDslseznam-3"/>
      </w:pPr>
      <w:r w:rsidRPr="00C50C28">
        <w:t>Soupis prací</w:t>
      </w:r>
      <w:r w:rsidR="000A2358">
        <w:t>.</w:t>
      </w:r>
    </w:p>
    <w:p w14:paraId="67783E37"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0AF7A085"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58D5CE4E"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01C85104" w14:textId="77777777" w:rsidR="009D1D05" w:rsidRDefault="00AC41C6" w:rsidP="009D1D05">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1519DACC" w14:textId="7A509DF2" w:rsidR="009D1D05" w:rsidRPr="009D1D05" w:rsidRDefault="009D1D05" w:rsidP="009D1D05">
      <w:pPr>
        <w:pStyle w:val="SoDslseznam-3"/>
      </w:pPr>
      <w:r w:rsidRPr="009D1D05">
        <w:t xml:space="preserve"> Metodika měření pro účely článku 12 Červené knihy FIDIC (1. vydání, 05/2019) – schváleno Ministerstvem dopravy dne 7. 5. 2019,</w:t>
      </w:r>
    </w:p>
    <w:p w14:paraId="1BEB8C91" w14:textId="77777777" w:rsidR="009D1D05" w:rsidRPr="009D1D05" w:rsidRDefault="009D1D05" w:rsidP="009D1D05">
      <w:pPr>
        <w:numPr>
          <w:ilvl w:val="2"/>
          <w:numId w:val="12"/>
        </w:numPr>
        <w:spacing w:before="60" w:after="120"/>
        <w:jc w:val="both"/>
        <w:rPr>
          <w:sz w:val="18"/>
        </w:rPr>
      </w:pPr>
      <w:r w:rsidRPr="009D1D05">
        <w:rPr>
          <w:sz w:val="18"/>
        </w:rPr>
        <w:t>Metodika pro zlepšení díla (Value Engineering) - schváleno Ministerstvem dopravy dne 18. 6. 2019,</w:t>
      </w:r>
    </w:p>
    <w:p w14:paraId="367C62F4" w14:textId="2EA27376" w:rsidR="009D1D05" w:rsidRPr="009D1D05" w:rsidRDefault="009D1D05" w:rsidP="009D1D05">
      <w:pPr>
        <w:numPr>
          <w:ilvl w:val="2"/>
          <w:numId w:val="12"/>
        </w:numPr>
        <w:spacing w:before="60" w:after="120"/>
        <w:jc w:val="both"/>
        <w:rPr>
          <w:sz w:val="18"/>
        </w:rPr>
      </w:pPr>
      <w:r w:rsidRPr="009D1D05">
        <w:rPr>
          <w:sz w:val="18"/>
        </w:rPr>
        <w:t xml:space="preserve">Metodika pro akceleraci - 1. vydání, schváleno Ministerstvem dopravy dne </w:t>
      </w:r>
      <w:r>
        <w:rPr>
          <w:sz w:val="18"/>
        </w:rPr>
        <w:br/>
      </w:r>
      <w:r w:rsidRPr="009D1D05">
        <w:rPr>
          <w:sz w:val="18"/>
        </w:rPr>
        <w:t>11. 2. 2020.</w:t>
      </w:r>
    </w:p>
    <w:p w14:paraId="1D5864D3" w14:textId="77777777" w:rsidR="00AC41C6" w:rsidRPr="002C6663" w:rsidRDefault="00AC41C6" w:rsidP="00D324F1">
      <w:pPr>
        <w:pStyle w:val="SoDslseznam-3"/>
        <w:numPr>
          <w:ilvl w:val="0"/>
          <w:numId w:val="0"/>
        </w:numPr>
        <w:ind w:left="1701"/>
      </w:pPr>
    </w:p>
    <w:p w14:paraId="6320A800"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76D9EE6D"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219CB10E"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13411777" w14:textId="77777777" w:rsidR="00F422D3" w:rsidRPr="00C50C28" w:rsidRDefault="00F422D3" w:rsidP="00F54F3E">
      <w:pPr>
        <w:pStyle w:val="SoDslseznam-1"/>
      </w:pPr>
      <w:r w:rsidRPr="00C50C28">
        <w:lastRenderedPageBreak/>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432DFE9B" w14:textId="77777777" w:rsidR="00F422D3" w:rsidRPr="00146B8C" w:rsidRDefault="00F422D3" w:rsidP="00F54F3E">
      <w:pPr>
        <w:pStyle w:val="SoDslseznam-2"/>
      </w:pPr>
      <w:r w:rsidRPr="002D4801">
        <w:t>Faktura</w:t>
      </w:r>
      <w:r w:rsidRPr="00146B8C">
        <w:t>,</w:t>
      </w:r>
    </w:p>
    <w:p w14:paraId="568D59FF" w14:textId="77777777" w:rsidR="00F422D3" w:rsidRPr="00146B8C" w:rsidRDefault="00F422D3" w:rsidP="00F54F3E">
      <w:pPr>
        <w:pStyle w:val="SoDslseznam-2"/>
      </w:pPr>
      <w:r w:rsidRPr="00146B8C">
        <w:t>soupis zjišťovacích protokolů,</w:t>
      </w:r>
    </w:p>
    <w:p w14:paraId="07C275BD" w14:textId="77777777" w:rsidR="00F422D3" w:rsidRDefault="00E46737" w:rsidP="00F54F3E">
      <w:pPr>
        <w:pStyle w:val="SoDslseznam-2"/>
      </w:pPr>
      <w:r w:rsidRPr="00146B8C">
        <w:t>zjišťovací</w:t>
      </w:r>
      <w:r>
        <w:t xml:space="preserve"> protokoly.</w:t>
      </w:r>
    </w:p>
    <w:p w14:paraId="4A2B8EEE" w14:textId="77777777" w:rsidR="00F422D3" w:rsidRDefault="00F422D3" w:rsidP="00F54F3E">
      <w:pPr>
        <w:pStyle w:val="SoDslseznam-1"/>
      </w:pPr>
      <w:r w:rsidRPr="00222886">
        <w:t>Rekapitulace ceny je uvedena v příloze č. 1 této Smlouvy o dílo.</w:t>
      </w:r>
    </w:p>
    <w:p w14:paraId="04170DF1" w14:textId="608D2E82" w:rsidR="00E73A2F" w:rsidRPr="00E73A2F" w:rsidRDefault="002D7BAE" w:rsidP="00E73A2F">
      <w:pPr>
        <w:pStyle w:val="SoDslseznam-1"/>
      </w:pPr>
      <w:r w:rsidRPr="00E73A2F">
        <w:t>Sociálně a environmentálně odpovědné zadávání</w:t>
      </w:r>
    </w:p>
    <w:p w14:paraId="2773CC60"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207435A6" w14:textId="77777777" w:rsidR="00C81A30" w:rsidRPr="002C6663" w:rsidRDefault="00C74AE9" w:rsidP="005925DB">
      <w:pPr>
        <w:pStyle w:val="SoDTextbezslovn"/>
      </w:pPr>
      <w:r w:rsidRPr="002C6663">
        <w:t>V rámci plnění Díla jde o dále uvedené požadavky:</w:t>
      </w:r>
    </w:p>
    <w:p w14:paraId="253AF2AE" w14:textId="77777777" w:rsidR="00C74AE9" w:rsidRPr="002C6663" w:rsidRDefault="00C74AE9" w:rsidP="002C03C9">
      <w:pPr>
        <w:pStyle w:val="SoDodraka-1"/>
      </w:pPr>
      <w:r w:rsidRPr="005925DB">
        <w:t>rovnocenné</w:t>
      </w:r>
      <w:r w:rsidRPr="002C6663">
        <w:t xml:space="preserve"> platební podmínky v rámci dodavatelského řetězce,</w:t>
      </w:r>
    </w:p>
    <w:p w14:paraId="617CBABA" w14:textId="77777777" w:rsidR="00C74AE9" w:rsidRPr="002C6663" w:rsidRDefault="00C74AE9" w:rsidP="002C03C9">
      <w:pPr>
        <w:pStyle w:val="SoDodraka-1"/>
      </w:pPr>
      <w:r w:rsidRPr="002C6663">
        <w:t>jednání vedená primárně distančním způsobem,</w:t>
      </w:r>
    </w:p>
    <w:p w14:paraId="42A82A35" w14:textId="081AE286" w:rsidR="00E73A2F" w:rsidRDefault="00C74AE9" w:rsidP="00C61C31">
      <w:pPr>
        <w:pStyle w:val="SoDodraka-1"/>
      </w:pPr>
      <w:r w:rsidRPr="002C6663">
        <w:t>studentské exkurze</w:t>
      </w:r>
      <w:r w:rsidR="00FE2EF5" w:rsidRPr="002C6663">
        <w:t xml:space="preserve">. </w:t>
      </w:r>
    </w:p>
    <w:p w14:paraId="5CB98D25"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5568B1E9"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2C7E1FF2"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D9C5AC1"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6808EA4E" w14:textId="00C8EA5C" w:rsidR="00F422D3" w:rsidRPr="00FA1278" w:rsidRDefault="00F422D3" w:rsidP="00FA1278">
      <w:pPr>
        <w:pStyle w:val="SoDslseznam-1"/>
        <w:rPr>
          <w:iCs/>
          <w:szCs w:val="18"/>
        </w:rPr>
      </w:pPr>
      <w:r w:rsidRPr="00FA1278">
        <w:rPr>
          <w:iCs/>
          <w:szCs w:val="18"/>
        </w:rPr>
        <w:t>NEOBSAZENO</w:t>
      </w:r>
    </w:p>
    <w:p w14:paraId="391196F7" w14:textId="396F35CA"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EA5B3C" w:rsidRPr="0045180B">
        <w:t>2</w:t>
      </w:r>
      <w:r w:rsidR="00EA5B3C">
        <w:t>5</w:t>
      </w:r>
      <w:r w:rsidR="00EA5B3C"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72D95965" w14:textId="77777777" w:rsidR="00F422D3" w:rsidRDefault="00F422D3" w:rsidP="00F54F3E">
      <w:pPr>
        <w:pStyle w:val="SoDslseznam-1"/>
      </w:pPr>
      <w:r w:rsidRPr="00C50C28">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w:t>
      </w:r>
      <w:r w:rsidRPr="00C50C28">
        <w:lastRenderedPageBreak/>
        <w:t>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17476577" w14:textId="77777777" w:rsidR="00F422D3" w:rsidRPr="00C50C28" w:rsidRDefault="00F422D3" w:rsidP="00FC27A9">
      <w:pPr>
        <w:pStyle w:val="SoDslseznam-1"/>
        <w:keepNext/>
      </w:pPr>
      <w:r w:rsidRPr="00C50C28">
        <w:t>Objednatel si vyhrazuje:</w:t>
      </w:r>
    </w:p>
    <w:p w14:paraId="648840E9" w14:textId="77777777" w:rsidR="00D71009" w:rsidRPr="00D71009" w:rsidRDefault="00D71009" w:rsidP="00D71009">
      <w:pPr>
        <w:pStyle w:val="SoDslseznam-2"/>
      </w:pPr>
      <w:r w:rsidRPr="00D71009">
        <w:t>NEOBSAZENO</w:t>
      </w:r>
    </w:p>
    <w:p w14:paraId="606F59A0" w14:textId="77777777" w:rsidR="00D71009" w:rsidRPr="00D71009" w:rsidRDefault="00D71009" w:rsidP="00D71009">
      <w:pPr>
        <w:pStyle w:val="SoDslseznam-2"/>
      </w:pPr>
      <w:bookmarkStart w:id="0" w:name="_Hlk135648984"/>
      <w:r w:rsidRPr="00D71009">
        <w:t>NEOBSAZENO</w:t>
      </w:r>
    </w:p>
    <w:p w14:paraId="1F702845" w14:textId="7A445475" w:rsidR="007157F6" w:rsidRPr="00D71009" w:rsidRDefault="00EA77DE" w:rsidP="00A973B1">
      <w:pPr>
        <w:pStyle w:val="SoDslseznam-2"/>
        <w:rPr>
          <w:bCs/>
          <w:iCs/>
        </w:rPr>
      </w:pPr>
      <w:r w:rsidRPr="00D71009">
        <w:rPr>
          <w:bCs/>
          <w:iCs/>
        </w:rPr>
        <w:t>NEOBSAZENO</w:t>
      </w:r>
    </w:p>
    <w:bookmarkEnd w:id="0"/>
    <w:p w14:paraId="2CC5A92C"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35F7C91D"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7DEB25FD"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3605612D" w14:textId="104A3B15" w:rsidR="00CB337C" w:rsidRPr="0045180B" w:rsidRDefault="00CB337C" w:rsidP="00F54F3E">
      <w:pPr>
        <w:pStyle w:val="SoDslseznam-1"/>
      </w:pPr>
      <w:r w:rsidRPr="0045180B">
        <w:t xml:space="preserve">Součástí dodávky na zhotovení Díla nejsou prvky </w:t>
      </w:r>
      <w:r w:rsidRPr="007B72FC">
        <w:t>mobiliáře včetně instalace</w:t>
      </w:r>
      <w:r w:rsidRPr="0045180B">
        <w:t xml:space="preserve">, které jsou </w:t>
      </w:r>
      <w:r w:rsidRPr="007B72FC">
        <w:t xml:space="preserve">součástí SO </w:t>
      </w:r>
      <w:r w:rsidR="00FC493A" w:rsidRPr="007B72FC">
        <w:t>D.2.2.01.01 – Architektonicko -</w:t>
      </w:r>
      <w:r w:rsidR="007B72FC">
        <w:t xml:space="preserve"> </w:t>
      </w:r>
      <w:r w:rsidR="00FC493A" w:rsidRPr="007B72FC">
        <w:t>stavební řešení, D.2.2.6 -</w:t>
      </w:r>
      <w:r w:rsidR="001B4729">
        <w:t xml:space="preserve"> </w:t>
      </w:r>
      <w:r w:rsidR="00FC493A" w:rsidRPr="007B72FC">
        <w:t>Drobná architektura a oplocení</w:t>
      </w:r>
      <w:r w:rsidRPr="0045180B">
        <w:t xml:space="preserve"> dle technické specifikace v Soupisu prací jednotlivých položek.</w:t>
      </w:r>
    </w:p>
    <w:p w14:paraId="259CA529" w14:textId="4E2DF700" w:rsidR="00FA7F33" w:rsidRPr="00FA7F33" w:rsidRDefault="00FA7F33" w:rsidP="00187A96">
      <w:pPr>
        <w:pStyle w:val="SoDslseznam-1"/>
      </w:pPr>
      <w:r w:rsidRPr="00FA7F33">
        <w:t xml:space="preserve">Součástí dodávky na zhotovení Díla není zařízení pro kontrolu vstupu a výběr poplatku včetně instalace, které je součástí </w:t>
      </w:r>
      <w:r w:rsidR="00187A96" w:rsidRPr="00187A96">
        <w:t xml:space="preserve">SO D.2.2.01.01 – Architektonicko - </w:t>
      </w:r>
      <w:r w:rsidR="00187A96" w:rsidRPr="004D008A">
        <w:t>stavební řešení</w:t>
      </w:r>
      <w:r w:rsidR="00187A96" w:rsidRPr="004D008A" w:rsidDel="00187A96">
        <w:t xml:space="preserve"> </w:t>
      </w:r>
      <w:r w:rsidRPr="004D008A">
        <w:t>dle</w:t>
      </w:r>
      <w:r w:rsidRPr="00FA7F33">
        <w:t xml:space="preserve"> technické specifikace v Soupisu prací jednotlivých položek. </w:t>
      </w:r>
    </w:p>
    <w:p w14:paraId="5EEA27E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580AD703"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32E76A1A"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72DE4361"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53CBDB92"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b) se musí rovnat 100% hodnotě veškerých prací provedených v souladu se Smlouvou.</w:t>
      </w:r>
    </w:p>
    <w:p w14:paraId="4EB34947"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4F0F0F72" w14:textId="77777777" w:rsidR="00F422D3" w:rsidRDefault="00F422D3" w:rsidP="00F54F3E">
      <w:pPr>
        <w:pStyle w:val="SoDslseznam-1"/>
      </w:pPr>
      <w:r w:rsidRPr="00C50C28">
        <w:lastRenderedPageBreak/>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0FD05C69" w14:textId="77777777" w:rsidR="001C65FE" w:rsidRPr="002C6663" w:rsidRDefault="001C65FE" w:rsidP="00FC27A9">
      <w:pPr>
        <w:pStyle w:val="SoDslseznam-1"/>
        <w:keepNext/>
      </w:pPr>
      <w:r w:rsidRPr="002C6663">
        <w:t>Compliance doložka a etické zásady</w:t>
      </w:r>
    </w:p>
    <w:p w14:paraId="4775F35F" w14:textId="77777777" w:rsidR="007A08B0" w:rsidRPr="007A08B0" w:rsidRDefault="001C65FE" w:rsidP="00F54F3E">
      <w:pPr>
        <w:pStyle w:val="SoDTextbezslovn"/>
      </w:pPr>
      <w:r w:rsidRPr="002C6663">
        <w:t>Smluvní strany stvrzují, že při uzavírání této smlouvy jednaly a postupovaly čestně a</w:t>
      </w:r>
      <w:r w:rsidR="000A2358">
        <w:t> </w:t>
      </w:r>
      <w:r w:rsidRPr="002C6663">
        <w:t>transparentně a zavazují se tak jednat i při plnění této smlouvy a veškerých činnostech s</w:t>
      </w:r>
      <w:r w:rsidR="000A2358">
        <w:t> </w:t>
      </w:r>
      <w:r w:rsidRPr="002C6663">
        <w:t xml:space="preserve">ní souvisejících. Každá ze smluvních stran se zavazuje jednat v souladu se zásadami, hodnotami a cíli compliance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3066B71" w14:textId="77777777" w:rsidR="007A08B0" w:rsidRPr="007A08B0" w:rsidRDefault="007A08B0" w:rsidP="00676F5B">
      <w:pPr>
        <w:pStyle w:val="SoDslseznam-1"/>
        <w:keepNext/>
      </w:pPr>
      <w:r w:rsidRPr="007A08B0">
        <w:t xml:space="preserve">Mezinárodní sankce </w:t>
      </w:r>
    </w:p>
    <w:p w14:paraId="78547F0D" w14:textId="77777777" w:rsidR="007A08B0" w:rsidRPr="007A08B0" w:rsidRDefault="007A08B0" w:rsidP="00676F5B">
      <w:pPr>
        <w:pStyle w:val="SoDslseznam-2"/>
        <w:keepNext/>
      </w:pPr>
      <w:r w:rsidRPr="007A08B0">
        <w:t xml:space="preserve">Zhotovitel prohlašuje, že: </w:t>
      </w:r>
    </w:p>
    <w:p w14:paraId="5C9B0DFB" w14:textId="77777777" w:rsidR="00A4551B" w:rsidRPr="002027CF" w:rsidRDefault="00A4551B" w:rsidP="00A4551B">
      <w:pPr>
        <w:pStyle w:val="SODslseznam-2a"/>
      </w:pPr>
      <w:r w:rsidRPr="00821A3A">
        <w:t>on, ani žádný z jeho poddodavatelů, či jiné osoby, které se budou podílet na plnění Smlouvy, nejsou osobami, na něž se vztahuje zákaz zadání veřejné zakázky ve smyslu § 48a ZZVZ,</w:t>
      </w:r>
    </w:p>
    <w:p w14:paraId="4374448E" w14:textId="77777777" w:rsidR="001B0274" w:rsidRPr="00A973B1" w:rsidRDefault="007A08B0" w:rsidP="001B0274">
      <w:pPr>
        <w:pStyle w:val="SODslseznam-2a"/>
        <w:rPr>
          <w:b/>
        </w:rPr>
      </w:pPr>
      <w:r w:rsidRPr="00F54F3E">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5E76C46A" w14:textId="67F8E533" w:rsidR="007A08B0" w:rsidRP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037C3" w:rsidRPr="00B037C3">
        <w:t xml:space="preserve">anebo osobami dle čl. 2 nařízení Rady (ES) uvedeném v odstavci 22.4 této smlouvy </w:t>
      </w:r>
      <w:r w:rsidRPr="007A08B0">
        <w:t xml:space="preserve">(dále jen </w:t>
      </w:r>
      <w:r w:rsidRPr="007A08B0">
        <w:rPr>
          <w:b/>
        </w:rPr>
        <w:t>„Sankční seznamy“</w:t>
      </w:r>
      <w:r w:rsidRPr="007A08B0">
        <w:t>),</w:t>
      </w:r>
    </w:p>
    <w:p w14:paraId="0D5A05A1" w14:textId="77777777" w:rsidR="007A08B0" w:rsidRPr="007A08B0" w:rsidRDefault="007A08B0" w:rsidP="00956D52">
      <w:pPr>
        <w:pStyle w:val="SoDslseznam-2"/>
      </w:pPr>
      <w:r w:rsidRPr="007A08B0">
        <w:t>Je-li Zhotovitelem sdružení více osob, platí výše podmínky dle tohoto odst. 21 také jednotlivě pro všechny osoby v rámci Zhotovitele sdružené, a to bez ohledu na právní formu tohoto sdružení.</w:t>
      </w:r>
    </w:p>
    <w:p w14:paraId="5196B346"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1D6870B4" w14:textId="77777777" w:rsidR="007A08B0" w:rsidRPr="007A08B0" w:rsidRDefault="007A08B0" w:rsidP="00956D52">
      <w:pPr>
        <w:pStyle w:val="SoDslseznam-2"/>
      </w:pPr>
      <w:r w:rsidRPr="007A08B0">
        <w:t>Zhotovitel se dále zavazuje postupovat při plnění této Smlouvy v souladu s</w:t>
      </w:r>
      <w:r>
        <w:t> </w:t>
      </w:r>
      <w:r w:rsidRPr="007A08B0">
        <w:t>Nařízením Rady (ES) č. 765/2006 ze dne 18. května 2006 o omezujících opatřeních vzhledem k situaci v Bělorusku a k zapojení Běloruska do ruské agrese proti Ukrajině, ve znění pozdějších předpisů, a dalších prováděcích předpisů k tomuto nařízení Rady (EU) č.</w:t>
      </w:r>
      <w:r w:rsidR="00B111A6">
        <w:t> </w:t>
      </w:r>
      <w:r w:rsidRPr="007A08B0">
        <w:t>269/2014.</w:t>
      </w:r>
    </w:p>
    <w:p w14:paraId="4AB86EEC" w14:textId="77777777" w:rsidR="007A08B0" w:rsidRPr="007A08B0" w:rsidRDefault="007A08B0" w:rsidP="00956D52">
      <w:pPr>
        <w:pStyle w:val="SoDslseznam-2"/>
      </w:pPr>
      <w:r w:rsidRPr="007A08B0">
        <w:t xml:space="preserve">Zhotovitel se dále ve smyslu článku 2 nařízení Rady (EU) č. 269/2014 ze dne 17. března 2014, o omezujících opatřeních vzhledem k činnostem narušujícím nebo </w:t>
      </w:r>
      <w:r w:rsidRPr="007A08B0">
        <w:lastRenderedPageBreak/>
        <w:t>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20844328"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0D110CD5" w14:textId="77777777" w:rsidR="007A08B0" w:rsidRPr="007A08B0" w:rsidRDefault="007A08B0" w:rsidP="00FC27A9">
      <w:pPr>
        <w:pStyle w:val="SoDslseznam-1"/>
        <w:keepNext/>
      </w:pPr>
      <w:r w:rsidRPr="007A08B0">
        <w:t>Požadavek na Poddodavatele</w:t>
      </w:r>
    </w:p>
    <w:p w14:paraId="6225FCCD"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66031DE"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1365F2FC"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49275F26"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067A1817" w14:textId="6C1A39EE" w:rsidR="00713432" w:rsidRPr="002C6663" w:rsidRDefault="00713432" w:rsidP="00856160">
      <w:pPr>
        <w:pStyle w:val="SoDslseznam-1"/>
      </w:pPr>
      <w:r w:rsidRPr="002C6663">
        <w:t xml:space="preserve">Tato Smlouva je </w:t>
      </w:r>
      <w:r w:rsidRPr="00956D52">
        <w:t>vyhotovena</w:t>
      </w:r>
      <w:r w:rsidRPr="002C6663">
        <w:t xml:space="preserve"> elektronicky a podepsána zaručeným elektronickým podpisem založeným na kvalifikovaném certifikátu pro elektronický podpis nebo kvalifikovaným elektronickým podpisem. </w:t>
      </w:r>
    </w:p>
    <w:p w14:paraId="753CFBA5" w14:textId="77777777" w:rsidR="00973C20" w:rsidRDefault="00F422D3" w:rsidP="00956D52">
      <w:pPr>
        <w:pStyle w:val="SoDslseznam-1"/>
      </w:pPr>
      <w:r w:rsidRPr="00C50C28">
        <w:t>Přílohy, které tvoří nedílnou součást této Smlouvy o dílo</w:t>
      </w:r>
      <w:r w:rsidRPr="005C06CE">
        <w:t xml:space="preserve">: </w:t>
      </w:r>
    </w:p>
    <w:p w14:paraId="6828A70C" w14:textId="77777777" w:rsidR="00F422D3" w:rsidRPr="00C50C28" w:rsidRDefault="00F422D3" w:rsidP="005925DB">
      <w:pPr>
        <w:pStyle w:val="SoDTextbezslovn"/>
      </w:pPr>
      <w:r w:rsidRPr="00C50C28">
        <w:t>Příloha č. 1</w:t>
      </w:r>
      <w:r w:rsidRPr="00C50C28">
        <w:tab/>
        <w:t xml:space="preserve">Rekapitulace ceny dle Dopisu nabídky </w:t>
      </w:r>
    </w:p>
    <w:p w14:paraId="7A9D5DB5" w14:textId="77777777" w:rsidR="00F422D3" w:rsidRPr="00C50C28" w:rsidRDefault="00F422D3" w:rsidP="005925DB">
      <w:pPr>
        <w:pStyle w:val="SoDTextbezslovn"/>
      </w:pPr>
      <w:r w:rsidRPr="00C50C28">
        <w:t>Příloha č. 2</w:t>
      </w:r>
      <w:r w:rsidRPr="00C50C28">
        <w:tab/>
        <w:t>Oprávněné osoby</w:t>
      </w:r>
    </w:p>
    <w:p w14:paraId="0220ED9B" w14:textId="77777777" w:rsidR="00F422D3" w:rsidRPr="00C50C28" w:rsidRDefault="00F422D3" w:rsidP="005925DB">
      <w:pPr>
        <w:pStyle w:val="SoDTextbezslovn"/>
      </w:pPr>
      <w:r w:rsidRPr="00C50C28">
        <w:t>Příloha č. 3</w:t>
      </w:r>
      <w:r w:rsidRPr="00C50C28">
        <w:tab/>
        <w:t>Seznam poddodavatelů</w:t>
      </w:r>
    </w:p>
    <w:p w14:paraId="444808BC" w14:textId="77777777" w:rsidR="00F422D3" w:rsidRPr="00C50C28" w:rsidRDefault="00F422D3" w:rsidP="005925DB">
      <w:pPr>
        <w:pStyle w:val="SoDTextbezslovn"/>
      </w:pPr>
      <w:r w:rsidRPr="000E03DC">
        <w:t>Příloha č. 4</w:t>
      </w:r>
      <w:r w:rsidRPr="000E03DC">
        <w:tab/>
      </w:r>
      <w:r w:rsidR="000E03DC">
        <w:t>NEOBSAZENO</w:t>
      </w:r>
    </w:p>
    <w:p w14:paraId="1A83DB55" w14:textId="77777777" w:rsidR="00F422D3" w:rsidRPr="00C50C28" w:rsidRDefault="00F422D3" w:rsidP="005925DB">
      <w:pPr>
        <w:pStyle w:val="SoDTextbezslovn"/>
      </w:pPr>
      <w:r w:rsidRPr="00C50C28">
        <w:lastRenderedPageBreak/>
        <w:t>Příloha č. 5</w:t>
      </w:r>
      <w:r w:rsidRPr="00C50C28">
        <w:tab/>
        <w:t>Smlouva o zpracování osobních údajů</w:t>
      </w:r>
    </w:p>
    <w:p w14:paraId="4F821DDA"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4DC00318"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6D8AD2E7" w14:textId="5CD8ADDC" w:rsidR="000E03DC" w:rsidRDefault="00F422D3" w:rsidP="005925DB">
      <w:pPr>
        <w:pStyle w:val="SoDTextbezslovn"/>
        <w:rPr>
          <w:color w:val="00B050"/>
        </w:rPr>
      </w:pPr>
      <w:r w:rsidRPr="007A38AA">
        <w:t>Příloha č.</w:t>
      </w:r>
      <w:r w:rsidR="00973C20" w:rsidRPr="007A38AA">
        <w:t xml:space="preserve"> </w:t>
      </w:r>
      <w:r w:rsidR="00F465D8" w:rsidRPr="007A38AA">
        <w:t>8</w:t>
      </w:r>
      <w:r w:rsidR="00973C20" w:rsidRPr="007A38AA">
        <w:tab/>
      </w:r>
      <w:r w:rsidR="00F87D59" w:rsidRPr="001E056E">
        <w:t>NEOBSAZENO</w:t>
      </w:r>
    </w:p>
    <w:p w14:paraId="35AA8F53" w14:textId="091D654C" w:rsidR="000E03DC" w:rsidRDefault="00F422D3" w:rsidP="005925DB">
      <w:pPr>
        <w:pStyle w:val="SoDTextbezslovn"/>
        <w:rPr>
          <w:color w:val="00B050"/>
        </w:rPr>
      </w:pPr>
      <w:r w:rsidRPr="001E056E">
        <w:t>Příloha č.</w:t>
      </w:r>
      <w:r w:rsidR="00F465D8" w:rsidRPr="001E056E">
        <w:t xml:space="preserve"> 9</w:t>
      </w:r>
      <w:r w:rsidRPr="001E056E">
        <w:tab/>
        <w:t xml:space="preserve">Žádost o poskytnutí zálohové platby </w:t>
      </w:r>
    </w:p>
    <w:p w14:paraId="70600B5B" w14:textId="0B363C6B" w:rsidR="000E03DC" w:rsidRDefault="00077CE2" w:rsidP="005925DB">
      <w:pPr>
        <w:pStyle w:val="SoDTextbezslovn"/>
      </w:pPr>
      <w:r w:rsidRPr="001E056E">
        <w:t>Příloha č.</w:t>
      </w:r>
      <w:r w:rsidR="000E03DC" w:rsidRPr="001E056E">
        <w:t xml:space="preserve"> </w:t>
      </w:r>
      <w:r w:rsidRPr="001E056E">
        <w:t>10</w:t>
      </w:r>
      <w:r w:rsidRPr="001E056E">
        <w:tab/>
      </w:r>
      <w:r w:rsidR="00B9342A" w:rsidRPr="001E056E">
        <w:t>NEOBSAZENO</w:t>
      </w:r>
      <w:r w:rsidRPr="00DA5988">
        <w:t xml:space="preserve"> </w:t>
      </w:r>
    </w:p>
    <w:p w14:paraId="3E83CCD9"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61567D97" w14:textId="77777777" w:rsidR="00F422D3" w:rsidRPr="00C50C28" w:rsidRDefault="00F422D3" w:rsidP="005925DB">
      <w:pPr>
        <w:pStyle w:val="slovanseznam"/>
        <w:numPr>
          <w:ilvl w:val="0"/>
          <w:numId w:val="0"/>
        </w:numPr>
        <w:ind w:left="2127"/>
      </w:pPr>
    </w:p>
    <w:p w14:paraId="4E1D051D"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4A59FBA8" w14:textId="77777777" w:rsidR="00F422D3" w:rsidRPr="00C50C28" w:rsidRDefault="00F422D3" w:rsidP="009F0867">
      <w:pPr>
        <w:pStyle w:val="SoDTextbezodsazen"/>
      </w:pPr>
    </w:p>
    <w:p w14:paraId="791838DD" w14:textId="77777777" w:rsidR="00F422D3" w:rsidRPr="00C50C28" w:rsidRDefault="00F422D3" w:rsidP="009F0867">
      <w:pPr>
        <w:pStyle w:val="SoDTextbezodsazen"/>
      </w:pPr>
    </w:p>
    <w:p w14:paraId="314A7883" w14:textId="77777777" w:rsidR="00F422D3" w:rsidRPr="00C50C28" w:rsidRDefault="00F422D3" w:rsidP="009F0867">
      <w:pPr>
        <w:pStyle w:val="SoDTextbezodsazen"/>
      </w:pPr>
    </w:p>
    <w:p w14:paraId="10FE07BE" w14:textId="77777777" w:rsidR="00F422D3" w:rsidRPr="00C50C28" w:rsidRDefault="00F422D3" w:rsidP="009F0867">
      <w:pPr>
        <w:pStyle w:val="SoDTextbezodsazen"/>
      </w:pPr>
    </w:p>
    <w:p w14:paraId="7C7BC8CE"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33D37D4C" w14:textId="77777777" w:rsidR="00F422D3" w:rsidRPr="00C50C28" w:rsidRDefault="00F422D3" w:rsidP="009F0867">
      <w:pPr>
        <w:pStyle w:val="SoDTextbezodsazen"/>
      </w:pPr>
    </w:p>
    <w:p w14:paraId="537AAD31" w14:textId="77777777" w:rsidR="00F422D3" w:rsidRPr="00C50C28" w:rsidRDefault="00F422D3" w:rsidP="009F0867">
      <w:pPr>
        <w:pStyle w:val="SoDTextbezodsazen"/>
      </w:pPr>
    </w:p>
    <w:p w14:paraId="24530FD0"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21925E54"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07398619"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44DA2ECB" w14:textId="77777777" w:rsidR="00D679BF" w:rsidRDefault="00D679BF" w:rsidP="00D679BF">
      <w:pPr>
        <w:pStyle w:val="Textbezodsazen"/>
        <w:spacing w:after="0"/>
      </w:pPr>
      <w:r>
        <w:t>náměstek GŘ pro modernizaci dráhy</w:t>
      </w:r>
      <w:r>
        <w:tab/>
      </w:r>
      <w:r>
        <w:tab/>
      </w:r>
      <w:r>
        <w:tab/>
      </w:r>
    </w:p>
    <w:p w14:paraId="0142070E" w14:textId="77777777" w:rsidR="00D679BF" w:rsidRDefault="00D679BF" w:rsidP="00D679BF">
      <w:pPr>
        <w:pStyle w:val="Textbezodsazen"/>
        <w:spacing w:after="0"/>
      </w:pPr>
      <w:r>
        <w:t xml:space="preserve">  Správa železnic, státní organizace</w:t>
      </w:r>
    </w:p>
    <w:p w14:paraId="5D154760" w14:textId="77777777" w:rsidR="00D679BF" w:rsidRDefault="00D679BF" w:rsidP="00D679BF">
      <w:pPr>
        <w:pStyle w:val="Textbezodsazen"/>
      </w:pPr>
    </w:p>
    <w:p w14:paraId="14601CEC"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46425004" w14:textId="77777777" w:rsidR="00CB4F6D" w:rsidRPr="005925DB" w:rsidRDefault="00CB4F6D" w:rsidP="005925DB">
      <w:pPr>
        <w:pStyle w:val="SoDNadpisbezsl1"/>
      </w:pPr>
      <w:r w:rsidRPr="005925DB">
        <w:lastRenderedPageBreak/>
        <w:t>Příloha č. 1</w:t>
      </w:r>
    </w:p>
    <w:p w14:paraId="790491D3" w14:textId="77777777" w:rsidR="00CB4F6D" w:rsidRPr="00F762A8" w:rsidRDefault="00CB4F6D" w:rsidP="00DD598A">
      <w:pPr>
        <w:pStyle w:val="SoDNadpisbezsl1-2"/>
        <w:outlineLvl w:val="1"/>
      </w:pPr>
      <w:r w:rsidRPr="00F762A8">
        <w:t xml:space="preserve">Rekapitulace ceny dle Dopisu nabídky </w:t>
      </w:r>
    </w:p>
    <w:p w14:paraId="3F5B4CD4" w14:textId="77777777" w:rsidR="00B51939" w:rsidRPr="001F518E" w:rsidRDefault="00B51939" w:rsidP="00B51939">
      <w:pPr>
        <w:pStyle w:val="SoDTextbezodsazen"/>
      </w:pPr>
    </w:p>
    <w:p w14:paraId="2C9F408D"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747C2B66" w14:textId="77777777" w:rsidR="00B51939" w:rsidRPr="000C2B01" w:rsidRDefault="00B51939" w:rsidP="00B51939">
      <w:pPr>
        <w:pStyle w:val="SoDTextbezodsazen"/>
      </w:pPr>
      <w:r w:rsidRPr="00390720">
        <w:t>Do přílohy smlouvy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5A99E183" w14:textId="77777777" w:rsidR="00B51939" w:rsidRPr="00A0271B" w:rsidRDefault="00B51939" w:rsidP="00747C0A">
      <w:pPr>
        <w:pStyle w:val="SoDTextbezodsazen"/>
      </w:pPr>
    </w:p>
    <w:p w14:paraId="5C6D495C" w14:textId="77777777" w:rsidR="00747C0A" w:rsidRDefault="00747C0A" w:rsidP="00CB4F6D">
      <w:pPr>
        <w:pStyle w:val="SoDTextbezodsazen"/>
      </w:pPr>
    </w:p>
    <w:p w14:paraId="67A44867" w14:textId="77777777" w:rsidR="00747C0A" w:rsidRDefault="00747C0A" w:rsidP="00CB4F6D">
      <w:pPr>
        <w:pStyle w:val="SoDTextbezodsazen"/>
      </w:pPr>
    </w:p>
    <w:p w14:paraId="247A8C88"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0C6E1394" w14:textId="77777777" w:rsidR="00502690" w:rsidRPr="00B26902" w:rsidRDefault="00502690" w:rsidP="001B325A">
      <w:pPr>
        <w:pStyle w:val="SoDNadpisbezsl1"/>
      </w:pPr>
      <w:r w:rsidRPr="00B26902">
        <w:lastRenderedPageBreak/>
        <w:t>Příloha č. 2</w:t>
      </w:r>
    </w:p>
    <w:p w14:paraId="75F1C3E4"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56F50BB2" w14:textId="77777777" w:rsidR="00CA52F9" w:rsidRPr="00CA52F9" w:rsidRDefault="00CA52F9" w:rsidP="005925DB">
      <w:pPr>
        <w:pStyle w:val="SoDTextbezodsazen"/>
      </w:pPr>
      <w:r>
        <w:t>(Pod-článek 6.9 Smluvních podmínek)</w:t>
      </w:r>
    </w:p>
    <w:p w14:paraId="11CE8DE6"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E38B5D5"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26690D" w14:textId="77777777" w:rsidR="00502690" w:rsidRPr="00003F09" w:rsidRDefault="002038D5" w:rsidP="00003F09">
            <w:pPr>
              <w:pStyle w:val="SoDTabulka-Tun"/>
            </w:pPr>
            <w:r w:rsidRPr="00003F09">
              <w:t>Jméno a příjmení</w:t>
            </w:r>
          </w:p>
        </w:tc>
        <w:tc>
          <w:tcPr>
            <w:tcW w:w="5733" w:type="dxa"/>
          </w:tcPr>
          <w:p w14:paraId="2898EFEA"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368FF325"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0A46D58" w14:textId="77777777" w:rsidR="00502690" w:rsidRPr="00F95FBD" w:rsidRDefault="002038D5" w:rsidP="002038D5">
            <w:pPr>
              <w:pStyle w:val="SoDTabulka"/>
            </w:pPr>
            <w:r w:rsidRPr="00F95FBD">
              <w:t>Adresa</w:t>
            </w:r>
          </w:p>
        </w:tc>
        <w:tc>
          <w:tcPr>
            <w:tcW w:w="5733" w:type="dxa"/>
          </w:tcPr>
          <w:p w14:paraId="2F038EF4"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5AE91E9"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6F9760" w14:textId="77777777" w:rsidR="002038D5" w:rsidRPr="00F95FBD" w:rsidRDefault="002038D5" w:rsidP="002038D5">
            <w:pPr>
              <w:pStyle w:val="SoDTabulka"/>
            </w:pPr>
            <w:r w:rsidRPr="00F95FBD">
              <w:t>E-mail</w:t>
            </w:r>
          </w:p>
        </w:tc>
        <w:tc>
          <w:tcPr>
            <w:tcW w:w="5733" w:type="dxa"/>
          </w:tcPr>
          <w:p w14:paraId="130F1BE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FC068C4"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20706F" w14:textId="77777777" w:rsidR="002038D5" w:rsidRPr="00F95FBD" w:rsidRDefault="002038D5" w:rsidP="002038D5">
            <w:pPr>
              <w:pStyle w:val="SoDTabulka"/>
            </w:pPr>
            <w:r w:rsidRPr="00F95FBD">
              <w:t>Telefon</w:t>
            </w:r>
          </w:p>
        </w:tc>
        <w:tc>
          <w:tcPr>
            <w:tcW w:w="5733" w:type="dxa"/>
          </w:tcPr>
          <w:p w14:paraId="5886358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7FF030" w14:textId="77777777" w:rsidR="002038D5" w:rsidRPr="00F95FBD" w:rsidRDefault="002038D5" w:rsidP="00502690">
      <w:pPr>
        <w:pStyle w:val="SoDTextbezodsazen"/>
      </w:pPr>
    </w:p>
    <w:p w14:paraId="5E2E11C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7C34BA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6C6C1D" w14:textId="77777777" w:rsidR="002038D5" w:rsidRPr="00003F09" w:rsidRDefault="002038D5" w:rsidP="00003F09">
            <w:pPr>
              <w:pStyle w:val="SoDTabulka-Tun"/>
            </w:pPr>
            <w:r w:rsidRPr="00003F09">
              <w:t>Jméno a příjmení</w:t>
            </w:r>
          </w:p>
        </w:tc>
        <w:tc>
          <w:tcPr>
            <w:tcW w:w="5733" w:type="dxa"/>
          </w:tcPr>
          <w:p w14:paraId="627C5B31"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737BAC9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A3A323C" w14:textId="77777777" w:rsidR="002038D5" w:rsidRPr="00F95FBD" w:rsidRDefault="002038D5" w:rsidP="002038D5">
            <w:pPr>
              <w:pStyle w:val="SoDTabulka"/>
            </w:pPr>
            <w:r w:rsidRPr="00F95FBD">
              <w:t>Adresa</w:t>
            </w:r>
          </w:p>
        </w:tc>
        <w:tc>
          <w:tcPr>
            <w:tcW w:w="5733" w:type="dxa"/>
          </w:tcPr>
          <w:p w14:paraId="25A62F92"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48DAE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A99BBD4" w14:textId="77777777" w:rsidR="002038D5" w:rsidRPr="00F95FBD" w:rsidRDefault="002038D5" w:rsidP="002038D5">
            <w:pPr>
              <w:pStyle w:val="SoDTabulka"/>
            </w:pPr>
            <w:r w:rsidRPr="00F95FBD">
              <w:t>E-mail</w:t>
            </w:r>
          </w:p>
        </w:tc>
        <w:tc>
          <w:tcPr>
            <w:tcW w:w="5733" w:type="dxa"/>
          </w:tcPr>
          <w:p w14:paraId="26C7A83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5A5D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A743656" w14:textId="77777777" w:rsidR="002038D5" w:rsidRPr="00F95FBD" w:rsidRDefault="002038D5" w:rsidP="002038D5">
            <w:pPr>
              <w:pStyle w:val="SoDTabulka"/>
            </w:pPr>
            <w:r w:rsidRPr="00F95FBD">
              <w:t>Telefon</w:t>
            </w:r>
          </w:p>
        </w:tc>
        <w:tc>
          <w:tcPr>
            <w:tcW w:w="5733" w:type="dxa"/>
          </w:tcPr>
          <w:p w14:paraId="37556041"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BD1BD1" w14:textId="77777777" w:rsidR="002038D5" w:rsidRPr="00F95FBD" w:rsidRDefault="002038D5" w:rsidP="002038D5">
      <w:pPr>
        <w:pStyle w:val="SoDTextbezodsazen"/>
      </w:pPr>
    </w:p>
    <w:p w14:paraId="0BE1090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53232A4D"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5DC5BCD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ABBFF" w14:textId="77777777" w:rsidR="002038D5" w:rsidRPr="00003F09" w:rsidRDefault="002038D5" w:rsidP="00003F09">
            <w:pPr>
              <w:pStyle w:val="SoDTabulka-Tun"/>
            </w:pPr>
            <w:r w:rsidRPr="00003F09">
              <w:t>Jméno a příjmení</w:t>
            </w:r>
          </w:p>
        </w:tc>
        <w:tc>
          <w:tcPr>
            <w:tcW w:w="5733" w:type="dxa"/>
          </w:tcPr>
          <w:p w14:paraId="27AAC7F5"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C6992E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5E9B4AF" w14:textId="77777777" w:rsidR="002038D5" w:rsidRPr="00F95FBD" w:rsidRDefault="002038D5" w:rsidP="002038D5">
            <w:pPr>
              <w:pStyle w:val="SoDTabulka"/>
            </w:pPr>
            <w:r w:rsidRPr="00F95FBD">
              <w:t>Adresa</w:t>
            </w:r>
          </w:p>
        </w:tc>
        <w:tc>
          <w:tcPr>
            <w:tcW w:w="5733" w:type="dxa"/>
          </w:tcPr>
          <w:p w14:paraId="71C562B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EFB142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934676E" w14:textId="77777777" w:rsidR="002038D5" w:rsidRPr="00F95FBD" w:rsidRDefault="002038D5" w:rsidP="002038D5">
            <w:pPr>
              <w:pStyle w:val="SoDTabulka"/>
            </w:pPr>
            <w:r w:rsidRPr="00F95FBD">
              <w:t>E-mail</w:t>
            </w:r>
          </w:p>
        </w:tc>
        <w:tc>
          <w:tcPr>
            <w:tcW w:w="5733" w:type="dxa"/>
          </w:tcPr>
          <w:p w14:paraId="2A70A87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1E2C6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141D85E" w14:textId="77777777" w:rsidR="002038D5" w:rsidRPr="00F95FBD" w:rsidRDefault="002038D5" w:rsidP="002038D5">
            <w:pPr>
              <w:pStyle w:val="SoDTabulka"/>
            </w:pPr>
            <w:r w:rsidRPr="00F95FBD">
              <w:t>Telefon</w:t>
            </w:r>
          </w:p>
        </w:tc>
        <w:tc>
          <w:tcPr>
            <w:tcW w:w="5733" w:type="dxa"/>
          </w:tcPr>
          <w:p w14:paraId="161655B5"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D80E33" w14:textId="77777777" w:rsidR="002038D5" w:rsidRPr="00F95FBD" w:rsidRDefault="002038D5" w:rsidP="002038D5">
      <w:pPr>
        <w:pStyle w:val="SoDTextbezodsazen"/>
      </w:pPr>
    </w:p>
    <w:p w14:paraId="32A57A25" w14:textId="24F135FE" w:rsidR="002038D5" w:rsidRPr="00F95FBD" w:rsidRDefault="005E5AAF" w:rsidP="002038D5">
      <w:pPr>
        <w:pStyle w:val="SoDNadpistabulky"/>
        <w:rPr>
          <w:rFonts w:asciiTheme="minorHAnsi" w:hAnsiTheme="minorHAnsi"/>
          <w:sz w:val="18"/>
          <w:szCs w:val="18"/>
        </w:rPr>
      </w:pPr>
      <w:r>
        <w:rPr>
          <w:rFonts w:asciiTheme="minorHAnsi" w:hAnsiTheme="minorHAnsi"/>
          <w:sz w:val="18"/>
          <w:szCs w:val="18"/>
        </w:rPr>
        <w:t>S</w:t>
      </w:r>
      <w:r w:rsidRPr="005E5AAF">
        <w:rPr>
          <w:rFonts w:asciiTheme="minorHAnsi" w:hAnsiTheme="minorHAnsi"/>
          <w:sz w:val="18"/>
          <w:szCs w:val="18"/>
        </w:rPr>
        <w:t xml:space="preserve">pecialista (vedoucí prací) na pozemní stavby </w:t>
      </w:r>
      <w:r>
        <w:rPr>
          <w:rFonts w:asciiTheme="minorHAnsi" w:hAnsiTheme="minorHAnsi"/>
          <w:sz w:val="18"/>
          <w:szCs w:val="18"/>
        </w:rPr>
        <w:t xml:space="preserve">- </w:t>
      </w:r>
      <w:r w:rsidR="00B037C3">
        <w:rPr>
          <w:rFonts w:asciiTheme="minorHAnsi" w:hAnsiTheme="minorHAnsi"/>
          <w:sz w:val="18"/>
          <w:szCs w:val="18"/>
        </w:rPr>
        <w:t>z</w:t>
      </w:r>
      <w:r w:rsidR="002038D5" w:rsidRPr="00F95FBD">
        <w:rPr>
          <w:rFonts w:asciiTheme="minorHAnsi" w:hAnsiTheme="minorHAnsi"/>
          <w:sz w:val="18"/>
          <w:szCs w:val="18"/>
        </w:rPr>
        <w:t>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5E76EA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4B9916"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1C3CAAF3"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5D022F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0DCE4B" w14:textId="77777777" w:rsidR="002038D5" w:rsidRPr="00F95FBD" w:rsidRDefault="002038D5" w:rsidP="002038D5">
            <w:pPr>
              <w:pStyle w:val="SoDTabulka"/>
            </w:pPr>
            <w:r w:rsidRPr="00F95FBD">
              <w:t>Adresa</w:t>
            </w:r>
          </w:p>
        </w:tc>
        <w:tc>
          <w:tcPr>
            <w:tcW w:w="5733" w:type="dxa"/>
          </w:tcPr>
          <w:p w14:paraId="13AFDEC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1808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7DFF008" w14:textId="77777777" w:rsidR="002038D5" w:rsidRPr="00F95FBD" w:rsidRDefault="002038D5" w:rsidP="002038D5">
            <w:pPr>
              <w:pStyle w:val="SoDTabulka"/>
            </w:pPr>
            <w:r w:rsidRPr="00F95FBD">
              <w:t>E-mail</w:t>
            </w:r>
          </w:p>
        </w:tc>
        <w:tc>
          <w:tcPr>
            <w:tcW w:w="5733" w:type="dxa"/>
          </w:tcPr>
          <w:p w14:paraId="2508364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1D6660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FFEAF3D" w14:textId="77777777" w:rsidR="002038D5" w:rsidRPr="00F95FBD" w:rsidRDefault="002038D5" w:rsidP="002038D5">
            <w:pPr>
              <w:pStyle w:val="SoDTabulka"/>
            </w:pPr>
            <w:r w:rsidRPr="00F95FBD">
              <w:t>Telefon</w:t>
            </w:r>
          </w:p>
        </w:tc>
        <w:tc>
          <w:tcPr>
            <w:tcW w:w="5733" w:type="dxa"/>
          </w:tcPr>
          <w:p w14:paraId="6895B1E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11D86F" w14:textId="77777777" w:rsidR="002038D5" w:rsidRPr="00F95FBD" w:rsidRDefault="002038D5" w:rsidP="00165977">
      <w:pPr>
        <w:pStyle w:val="SoDTabulka"/>
      </w:pPr>
    </w:p>
    <w:p w14:paraId="71A8E579" w14:textId="7243A56D" w:rsidR="002038D5" w:rsidRPr="00F95FBD" w:rsidRDefault="00D04FD8" w:rsidP="00165977">
      <w:pPr>
        <w:pStyle w:val="SoDNadpistabulky"/>
        <w:rPr>
          <w:sz w:val="18"/>
          <w:szCs w:val="18"/>
        </w:rPr>
      </w:pPr>
      <w:r>
        <w:rPr>
          <w:sz w:val="18"/>
          <w:szCs w:val="18"/>
        </w:rPr>
        <w:t>S</w:t>
      </w:r>
      <w:r w:rsidRPr="00D04FD8">
        <w:rPr>
          <w:sz w:val="18"/>
          <w:szCs w:val="18"/>
        </w:rPr>
        <w:t>pecialista (vedoucí prací) na technická zařízení budov – vytápění a vzduchotechnika</w:t>
      </w:r>
    </w:p>
    <w:tbl>
      <w:tblPr>
        <w:tblStyle w:val="TabulkaS-zahlzap"/>
        <w:tblW w:w="8789" w:type="dxa"/>
        <w:tblLook w:val="04A0" w:firstRow="1" w:lastRow="0" w:firstColumn="1" w:lastColumn="0" w:noHBand="0" w:noVBand="1"/>
      </w:tblPr>
      <w:tblGrid>
        <w:gridCol w:w="3056"/>
        <w:gridCol w:w="5733"/>
      </w:tblGrid>
      <w:tr w:rsidR="002038D5" w:rsidRPr="00003F09" w14:paraId="3D71287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85A46" w14:textId="77777777" w:rsidR="002038D5" w:rsidRPr="00003F09" w:rsidRDefault="002038D5" w:rsidP="00B44265">
            <w:pPr>
              <w:pStyle w:val="SoDTabulka-Tun"/>
            </w:pPr>
            <w:r w:rsidRPr="00003F09">
              <w:t>Jméno a příjmení</w:t>
            </w:r>
          </w:p>
        </w:tc>
        <w:tc>
          <w:tcPr>
            <w:tcW w:w="5733" w:type="dxa"/>
          </w:tcPr>
          <w:p w14:paraId="5F2C316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231E1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92B5A51" w14:textId="77777777" w:rsidR="002038D5" w:rsidRPr="00F95FBD" w:rsidRDefault="002038D5" w:rsidP="00165977">
            <w:pPr>
              <w:pStyle w:val="SoDTabulka"/>
            </w:pPr>
            <w:r w:rsidRPr="00F95FBD">
              <w:t>Adresa</w:t>
            </w:r>
          </w:p>
        </w:tc>
        <w:tc>
          <w:tcPr>
            <w:tcW w:w="5733" w:type="dxa"/>
          </w:tcPr>
          <w:p w14:paraId="4F34A885"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D00A0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E92231B" w14:textId="77777777" w:rsidR="002038D5" w:rsidRPr="00F95FBD" w:rsidRDefault="002038D5" w:rsidP="00165977">
            <w:pPr>
              <w:pStyle w:val="SoDTabulka"/>
            </w:pPr>
            <w:r w:rsidRPr="00F95FBD">
              <w:t>E-mail</w:t>
            </w:r>
          </w:p>
        </w:tc>
        <w:tc>
          <w:tcPr>
            <w:tcW w:w="5733" w:type="dxa"/>
          </w:tcPr>
          <w:p w14:paraId="075995A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D5BEE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1CA161" w14:textId="77777777" w:rsidR="002038D5" w:rsidRPr="00F95FBD" w:rsidRDefault="002038D5" w:rsidP="00165977">
            <w:pPr>
              <w:pStyle w:val="SoDTabulka"/>
            </w:pPr>
            <w:r w:rsidRPr="00F95FBD">
              <w:t>Telefon</w:t>
            </w:r>
          </w:p>
        </w:tc>
        <w:tc>
          <w:tcPr>
            <w:tcW w:w="5733" w:type="dxa"/>
          </w:tcPr>
          <w:p w14:paraId="2F67D7F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C099463" w14:textId="77777777" w:rsidR="002038D5" w:rsidRPr="00F95FBD" w:rsidRDefault="002038D5" w:rsidP="00165977">
      <w:pPr>
        <w:pStyle w:val="SoDTabulka"/>
      </w:pPr>
    </w:p>
    <w:p w14:paraId="268E6618" w14:textId="39041EAC" w:rsidR="002038D5" w:rsidRPr="00F95FBD" w:rsidRDefault="00165977" w:rsidP="00EA056C">
      <w:pPr>
        <w:pStyle w:val="SoDNadpistabulky"/>
        <w:rPr>
          <w:sz w:val="18"/>
          <w:szCs w:val="18"/>
        </w:rPr>
      </w:pPr>
      <w:r w:rsidRPr="00F95FBD">
        <w:rPr>
          <w:sz w:val="18"/>
          <w:szCs w:val="18"/>
        </w:rPr>
        <w:lastRenderedPageBreak/>
        <w:t>S</w:t>
      </w:r>
      <w:r w:rsidR="00D04FD8" w:rsidRPr="00D04FD8">
        <w:rPr>
          <w:sz w:val="18"/>
          <w:szCs w:val="18"/>
        </w:rPr>
        <w:t>pecialista (vedoucí prací) na technická zařízení budov – zdravotní technika</w:t>
      </w:r>
    </w:p>
    <w:tbl>
      <w:tblPr>
        <w:tblStyle w:val="TabulkaS-zahlzap"/>
        <w:tblW w:w="8789" w:type="dxa"/>
        <w:tblLook w:val="04A0" w:firstRow="1" w:lastRow="0" w:firstColumn="1" w:lastColumn="0" w:noHBand="0" w:noVBand="1"/>
      </w:tblPr>
      <w:tblGrid>
        <w:gridCol w:w="3056"/>
        <w:gridCol w:w="5733"/>
      </w:tblGrid>
      <w:tr w:rsidR="002038D5" w:rsidRPr="00003F09" w14:paraId="20AB198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EF6F2D" w14:textId="77777777" w:rsidR="002038D5" w:rsidRPr="00003F09" w:rsidRDefault="002038D5" w:rsidP="00B44265">
            <w:pPr>
              <w:pStyle w:val="SoDTabulka-Tun"/>
            </w:pPr>
            <w:r w:rsidRPr="00003F09">
              <w:t>Jméno a příjmení</w:t>
            </w:r>
          </w:p>
        </w:tc>
        <w:tc>
          <w:tcPr>
            <w:tcW w:w="5733" w:type="dxa"/>
          </w:tcPr>
          <w:p w14:paraId="5F88DDA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4045B1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EFEC75A" w14:textId="77777777" w:rsidR="002038D5" w:rsidRPr="00F95FBD" w:rsidRDefault="002038D5" w:rsidP="00003F09">
            <w:pPr>
              <w:pStyle w:val="SoDTabulka"/>
            </w:pPr>
            <w:r w:rsidRPr="00F95FBD">
              <w:t>Adresa</w:t>
            </w:r>
          </w:p>
        </w:tc>
        <w:tc>
          <w:tcPr>
            <w:tcW w:w="5733" w:type="dxa"/>
          </w:tcPr>
          <w:p w14:paraId="6F329ED6"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336D90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27A287" w14:textId="77777777" w:rsidR="002038D5" w:rsidRPr="00F95FBD" w:rsidRDefault="002038D5" w:rsidP="005925DB">
            <w:pPr>
              <w:pStyle w:val="SoDTabulka"/>
              <w:keepNext/>
            </w:pPr>
            <w:r w:rsidRPr="00F95FBD">
              <w:t>E-mail</w:t>
            </w:r>
          </w:p>
        </w:tc>
        <w:tc>
          <w:tcPr>
            <w:tcW w:w="5733" w:type="dxa"/>
          </w:tcPr>
          <w:p w14:paraId="2992E3B8"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109003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A31549C" w14:textId="77777777" w:rsidR="002038D5" w:rsidRPr="00F95FBD" w:rsidRDefault="002038D5" w:rsidP="00165977">
            <w:pPr>
              <w:pStyle w:val="SoDTabulka"/>
            </w:pPr>
            <w:r w:rsidRPr="00F95FBD">
              <w:t>Telefon</w:t>
            </w:r>
          </w:p>
        </w:tc>
        <w:tc>
          <w:tcPr>
            <w:tcW w:w="5733" w:type="dxa"/>
          </w:tcPr>
          <w:p w14:paraId="0187C7C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5A9B78" w14:textId="77777777" w:rsidR="002038D5" w:rsidRPr="00F95FBD" w:rsidRDefault="002038D5" w:rsidP="00165977">
      <w:pPr>
        <w:pStyle w:val="SoDTabulka"/>
      </w:pPr>
    </w:p>
    <w:p w14:paraId="6C0B2D32" w14:textId="5DD40072" w:rsidR="002038D5" w:rsidRPr="00F95FBD" w:rsidRDefault="00165977" w:rsidP="00EA056C">
      <w:pPr>
        <w:pStyle w:val="SoDNadpistabulky"/>
        <w:rPr>
          <w:sz w:val="18"/>
          <w:szCs w:val="18"/>
        </w:rPr>
      </w:pPr>
      <w:r w:rsidRPr="00F95FBD">
        <w:rPr>
          <w:sz w:val="18"/>
          <w:szCs w:val="18"/>
        </w:rPr>
        <w:t>S</w:t>
      </w:r>
      <w:r w:rsidR="00DC15D7" w:rsidRPr="00DC15D7">
        <w:rPr>
          <w:sz w:val="18"/>
          <w:szCs w:val="18"/>
        </w:rPr>
        <w:t>pecialista (vedoucí prací) na elektrotechnická zařízení</w:t>
      </w:r>
    </w:p>
    <w:tbl>
      <w:tblPr>
        <w:tblStyle w:val="TabulkaS-zahlzap"/>
        <w:tblW w:w="8789" w:type="dxa"/>
        <w:tblLook w:val="04A0" w:firstRow="1" w:lastRow="0" w:firstColumn="1" w:lastColumn="0" w:noHBand="0" w:noVBand="1"/>
      </w:tblPr>
      <w:tblGrid>
        <w:gridCol w:w="3056"/>
        <w:gridCol w:w="5733"/>
      </w:tblGrid>
      <w:tr w:rsidR="002038D5" w:rsidRPr="00003F09" w14:paraId="643C315C"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D1D8DE" w14:textId="77777777" w:rsidR="002038D5" w:rsidRPr="00003F09" w:rsidRDefault="002038D5" w:rsidP="00B44265">
            <w:pPr>
              <w:pStyle w:val="SoDTabulka-Tun"/>
            </w:pPr>
            <w:r w:rsidRPr="00003F09">
              <w:t>Jméno a příjmení</w:t>
            </w:r>
          </w:p>
        </w:tc>
        <w:tc>
          <w:tcPr>
            <w:tcW w:w="5733" w:type="dxa"/>
          </w:tcPr>
          <w:p w14:paraId="2479805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F4B7086"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743E8E61" w14:textId="77777777" w:rsidR="002038D5" w:rsidRPr="00F95FBD" w:rsidRDefault="002038D5" w:rsidP="005925DB">
            <w:pPr>
              <w:pStyle w:val="SoDTabulka"/>
              <w:keepNext/>
            </w:pPr>
            <w:r w:rsidRPr="00F95FBD">
              <w:t>Adresa</w:t>
            </w:r>
          </w:p>
        </w:tc>
        <w:tc>
          <w:tcPr>
            <w:tcW w:w="5733" w:type="dxa"/>
          </w:tcPr>
          <w:p w14:paraId="1EE91806"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6BFE729"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C28B66C" w14:textId="77777777" w:rsidR="002038D5" w:rsidRPr="00F95FBD" w:rsidRDefault="002038D5" w:rsidP="005925DB">
            <w:pPr>
              <w:pStyle w:val="SoDTabulka"/>
              <w:keepNext/>
            </w:pPr>
            <w:r w:rsidRPr="00F95FBD">
              <w:t>E-mail</w:t>
            </w:r>
          </w:p>
        </w:tc>
        <w:tc>
          <w:tcPr>
            <w:tcW w:w="5733" w:type="dxa"/>
          </w:tcPr>
          <w:p w14:paraId="00EB1CE3"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D2D3C3E"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1B1400AA" w14:textId="77777777" w:rsidR="002038D5" w:rsidRPr="00F95FBD" w:rsidRDefault="002038D5" w:rsidP="00165977">
            <w:pPr>
              <w:pStyle w:val="SoDTabulka"/>
            </w:pPr>
            <w:r w:rsidRPr="00F95FBD">
              <w:t>Telefon</w:t>
            </w:r>
          </w:p>
        </w:tc>
        <w:tc>
          <w:tcPr>
            <w:tcW w:w="5733" w:type="dxa"/>
          </w:tcPr>
          <w:p w14:paraId="696A46D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7EAF9FA" w14:textId="77777777" w:rsidR="00165977" w:rsidRPr="00F95FBD" w:rsidRDefault="00165977" w:rsidP="00165977">
      <w:pPr>
        <w:pStyle w:val="SoDTabulka"/>
      </w:pPr>
    </w:p>
    <w:p w14:paraId="7C84A763" w14:textId="2B85EA2B" w:rsidR="00165977" w:rsidRPr="00F95FBD" w:rsidRDefault="00DC15D7" w:rsidP="00B33EDC">
      <w:pPr>
        <w:pStyle w:val="SoDNadpistabulky"/>
        <w:rPr>
          <w:sz w:val="18"/>
          <w:szCs w:val="18"/>
        </w:rPr>
      </w:pPr>
      <w:r>
        <w:rPr>
          <w:sz w:val="18"/>
          <w:szCs w:val="18"/>
        </w:rPr>
        <w:t>S</w:t>
      </w:r>
      <w:r w:rsidRPr="00DC15D7">
        <w:rPr>
          <w:sz w:val="18"/>
          <w:szCs w:val="18"/>
        </w:rPr>
        <w:t>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165977" w:rsidRPr="00B44265" w14:paraId="21134DBA"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166A51" w14:textId="77777777" w:rsidR="00165977" w:rsidRPr="00B44265" w:rsidRDefault="00165977" w:rsidP="00B44265">
            <w:pPr>
              <w:pStyle w:val="SoDTabulka-Tun"/>
            </w:pPr>
            <w:r w:rsidRPr="00B44265">
              <w:t>Jméno a příjmení</w:t>
            </w:r>
          </w:p>
        </w:tc>
        <w:tc>
          <w:tcPr>
            <w:tcW w:w="5733" w:type="dxa"/>
          </w:tcPr>
          <w:p w14:paraId="5EF967E3"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2B3161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C999F60" w14:textId="77777777" w:rsidR="00165977" w:rsidRPr="00F95FBD" w:rsidRDefault="00165977" w:rsidP="005925DB">
            <w:pPr>
              <w:pStyle w:val="SoDTabulka"/>
              <w:keepNext/>
            </w:pPr>
            <w:r w:rsidRPr="00F95FBD">
              <w:t>Adresa</w:t>
            </w:r>
          </w:p>
        </w:tc>
        <w:tc>
          <w:tcPr>
            <w:tcW w:w="5733" w:type="dxa"/>
          </w:tcPr>
          <w:p w14:paraId="2C8418AB"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D92D9F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B632C27" w14:textId="77777777" w:rsidR="00165977" w:rsidRPr="00F95FBD" w:rsidRDefault="00165977" w:rsidP="005925DB">
            <w:pPr>
              <w:pStyle w:val="SoDTabulka"/>
              <w:keepNext/>
            </w:pPr>
            <w:r w:rsidRPr="00F95FBD">
              <w:t>E-mail</w:t>
            </w:r>
          </w:p>
        </w:tc>
        <w:tc>
          <w:tcPr>
            <w:tcW w:w="5733" w:type="dxa"/>
          </w:tcPr>
          <w:p w14:paraId="76A185B1"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A918FF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5C11D44" w14:textId="77777777" w:rsidR="00165977" w:rsidRPr="00F95FBD" w:rsidRDefault="00165977" w:rsidP="00165977">
            <w:pPr>
              <w:pStyle w:val="SoDTabulka"/>
            </w:pPr>
            <w:r w:rsidRPr="00F95FBD">
              <w:t>Telefon</w:t>
            </w:r>
          </w:p>
        </w:tc>
        <w:tc>
          <w:tcPr>
            <w:tcW w:w="5733" w:type="dxa"/>
          </w:tcPr>
          <w:p w14:paraId="0C8CA48E"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E421EF" w14:textId="77777777" w:rsidR="00165977" w:rsidRPr="00F95FBD" w:rsidRDefault="00165977" w:rsidP="00165977">
      <w:pPr>
        <w:pStyle w:val="SoDTabulka"/>
      </w:pPr>
    </w:p>
    <w:p w14:paraId="64F6B1ED" w14:textId="733B5908" w:rsidR="00165977" w:rsidRPr="00F95FBD" w:rsidRDefault="005E5AAF" w:rsidP="00165977">
      <w:pPr>
        <w:pStyle w:val="SoDNadpistabulky"/>
        <w:rPr>
          <w:sz w:val="18"/>
          <w:szCs w:val="18"/>
        </w:rPr>
      </w:pPr>
      <w:r>
        <w:rPr>
          <w:sz w:val="18"/>
          <w:szCs w:val="18"/>
        </w:rPr>
        <w:t>O</w:t>
      </w:r>
      <w:r w:rsidRPr="005E5AAF">
        <w:rPr>
          <w:sz w:val="18"/>
          <w:szCs w:val="18"/>
        </w:rPr>
        <w:t>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EF03DB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14C4B6" w14:textId="77777777" w:rsidR="00165977" w:rsidRPr="00B44265" w:rsidRDefault="00165977" w:rsidP="00B44265">
            <w:pPr>
              <w:pStyle w:val="SoDTabulka-Tun"/>
            </w:pPr>
            <w:r w:rsidRPr="00B44265">
              <w:t>Jméno a příjmení</w:t>
            </w:r>
          </w:p>
        </w:tc>
        <w:tc>
          <w:tcPr>
            <w:tcW w:w="5733" w:type="dxa"/>
          </w:tcPr>
          <w:p w14:paraId="22CB5E60"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1905D0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17BD80B" w14:textId="77777777" w:rsidR="00165977" w:rsidRPr="00F95FBD" w:rsidRDefault="00165977" w:rsidP="00165977">
            <w:pPr>
              <w:pStyle w:val="SoDTabulka"/>
            </w:pPr>
            <w:r w:rsidRPr="00F95FBD">
              <w:t>Adresa</w:t>
            </w:r>
          </w:p>
        </w:tc>
        <w:tc>
          <w:tcPr>
            <w:tcW w:w="5733" w:type="dxa"/>
          </w:tcPr>
          <w:p w14:paraId="571BD39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98FD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A4CEED0" w14:textId="77777777" w:rsidR="00165977" w:rsidRPr="00F95FBD" w:rsidRDefault="00165977" w:rsidP="00165977">
            <w:pPr>
              <w:pStyle w:val="SoDTabulka"/>
            </w:pPr>
            <w:r w:rsidRPr="00F95FBD">
              <w:t>E-mail</w:t>
            </w:r>
          </w:p>
        </w:tc>
        <w:tc>
          <w:tcPr>
            <w:tcW w:w="5733" w:type="dxa"/>
          </w:tcPr>
          <w:p w14:paraId="7472A0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5CE7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45F0F7A" w14:textId="77777777" w:rsidR="00165977" w:rsidRPr="00F95FBD" w:rsidRDefault="00165977" w:rsidP="00165977">
            <w:pPr>
              <w:pStyle w:val="SoDTabulka"/>
            </w:pPr>
            <w:r w:rsidRPr="00F95FBD">
              <w:t>Telefon</w:t>
            </w:r>
          </w:p>
        </w:tc>
        <w:tc>
          <w:tcPr>
            <w:tcW w:w="5733" w:type="dxa"/>
          </w:tcPr>
          <w:p w14:paraId="7DE1B154"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92FBC94" w14:textId="77777777" w:rsidR="00710B5F" w:rsidRPr="00F95FBD" w:rsidRDefault="00710B5F" w:rsidP="00165977">
      <w:pPr>
        <w:pStyle w:val="SoDTabulka"/>
      </w:pPr>
    </w:p>
    <w:p w14:paraId="1CA1FA33" w14:textId="58955C65" w:rsidR="00710B5F" w:rsidRPr="00F95FBD" w:rsidRDefault="00EA5098" w:rsidP="00710B5F">
      <w:pPr>
        <w:pStyle w:val="SoDNadpistabulky"/>
        <w:rPr>
          <w:sz w:val="18"/>
          <w:szCs w:val="18"/>
        </w:rPr>
      </w:pPr>
      <w:r>
        <w:rPr>
          <w:sz w:val="18"/>
          <w:szCs w:val="18"/>
        </w:rPr>
        <w:t>S</w:t>
      </w:r>
      <w:r w:rsidRPr="00EA5098">
        <w:rPr>
          <w:sz w:val="18"/>
          <w:szCs w:val="18"/>
        </w:rPr>
        <w:t>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710B5F" w:rsidRPr="00B44265" w14:paraId="6A3E9620" w14:textId="77777777" w:rsidTr="00776E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082643" w14:textId="77777777" w:rsidR="00710B5F" w:rsidRPr="00B44265" w:rsidRDefault="00710B5F" w:rsidP="00776ED9">
            <w:pPr>
              <w:pStyle w:val="SoDTabulka-Tun"/>
            </w:pPr>
            <w:r w:rsidRPr="00B44265">
              <w:t>Jméno a příjmení</w:t>
            </w:r>
          </w:p>
        </w:tc>
        <w:tc>
          <w:tcPr>
            <w:tcW w:w="5733" w:type="dxa"/>
          </w:tcPr>
          <w:p w14:paraId="0CB08081" w14:textId="77777777" w:rsidR="00710B5F" w:rsidRPr="00B44265" w:rsidRDefault="00710B5F" w:rsidP="00776ED9">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710B5F" w:rsidRPr="00F95FBD" w14:paraId="167882B0" w14:textId="77777777" w:rsidTr="00776ED9">
        <w:tc>
          <w:tcPr>
            <w:cnfStyle w:val="001000000000" w:firstRow="0" w:lastRow="0" w:firstColumn="1" w:lastColumn="0" w:oddVBand="0" w:evenVBand="0" w:oddHBand="0" w:evenHBand="0" w:firstRowFirstColumn="0" w:firstRowLastColumn="0" w:lastRowFirstColumn="0" w:lastRowLastColumn="0"/>
            <w:tcW w:w="3056" w:type="dxa"/>
          </w:tcPr>
          <w:p w14:paraId="7E122B7A" w14:textId="77777777" w:rsidR="00710B5F" w:rsidRPr="00F95FBD" w:rsidRDefault="00710B5F" w:rsidP="00776ED9">
            <w:pPr>
              <w:pStyle w:val="SoDTabulka"/>
            </w:pPr>
            <w:r w:rsidRPr="00F95FBD">
              <w:t>Adresa</w:t>
            </w:r>
          </w:p>
        </w:tc>
        <w:tc>
          <w:tcPr>
            <w:tcW w:w="5733" w:type="dxa"/>
          </w:tcPr>
          <w:p w14:paraId="1A1AF011" w14:textId="77777777" w:rsidR="00710B5F" w:rsidRPr="00F95FBD" w:rsidRDefault="00710B5F" w:rsidP="00776ED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10B5F" w:rsidRPr="00F95FBD" w14:paraId="7E1E755C" w14:textId="77777777" w:rsidTr="00776ED9">
        <w:tc>
          <w:tcPr>
            <w:cnfStyle w:val="001000000000" w:firstRow="0" w:lastRow="0" w:firstColumn="1" w:lastColumn="0" w:oddVBand="0" w:evenVBand="0" w:oddHBand="0" w:evenHBand="0" w:firstRowFirstColumn="0" w:firstRowLastColumn="0" w:lastRowFirstColumn="0" w:lastRowLastColumn="0"/>
            <w:tcW w:w="3056" w:type="dxa"/>
          </w:tcPr>
          <w:p w14:paraId="283A4A7E" w14:textId="77777777" w:rsidR="00710B5F" w:rsidRPr="00F95FBD" w:rsidRDefault="00710B5F" w:rsidP="00776ED9">
            <w:pPr>
              <w:pStyle w:val="SoDTabulka"/>
            </w:pPr>
            <w:r w:rsidRPr="00F95FBD">
              <w:t>E-mail</w:t>
            </w:r>
          </w:p>
        </w:tc>
        <w:tc>
          <w:tcPr>
            <w:tcW w:w="5733" w:type="dxa"/>
          </w:tcPr>
          <w:p w14:paraId="5F489239" w14:textId="77777777" w:rsidR="00710B5F" w:rsidRPr="00F95FBD" w:rsidRDefault="00710B5F" w:rsidP="00776ED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10B5F" w:rsidRPr="00F95FBD" w14:paraId="6CAA26BB" w14:textId="77777777" w:rsidTr="00776ED9">
        <w:tc>
          <w:tcPr>
            <w:cnfStyle w:val="001000000000" w:firstRow="0" w:lastRow="0" w:firstColumn="1" w:lastColumn="0" w:oddVBand="0" w:evenVBand="0" w:oddHBand="0" w:evenHBand="0" w:firstRowFirstColumn="0" w:firstRowLastColumn="0" w:lastRowFirstColumn="0" w:lastRowLastColumn="0"/>
            <w:tcW w:w="3056" w:type="dxa"/>
          </w:tcPr>
          <w:p w14:paraId="718956C3" w14:textId="77777777" w:rsidR="00710B5F" w:rsidRPr="00F95FBD" w:rsidRDefault="00710B5F" w:rsidP="00776ED9">
            <w:pPr>
              <w:pStyle w:val="SoDTabulka"/>
            </w:pPr>
            <w:r w:rsidRPr="00F95FBD">
              <w:t>Telefon</w:t>
            </w:r>
          </w:p>
        </w:tc>
        <w:tc>
          <w:tcPr>
            <w:tcW w:w="5733" w:type="dxa"/>
          </w:tcPr>
          <w:p w14:paraId="3CD258EC" w14:textId="77777777" w:rsidR="00710B5F" w:rsidRPr="00F95FBD" w:rsidRDefault="00710B5F" w:rsidP="00776ED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9CBB55" w14:textId="77777777" w:rsidR="00710B5F" w:rsidRPr="00F95FBD" w:rsidRDefault="00710B5F" w:rsidP="00710B5F">
      <w:pPr>
        <w:pStyle w:val="SoDTabulka"/>
      </w:pPr>
    </w:p>
    <w:p w14:paraId="1196338F" w14:textId="6A9389D2" w:rsidR="00710B5F" w:rsidRPr="00F95FBD" w:rsidRDefault="00EA5098" w:rsidP="00710B5F">
      <w:pPr>
        <w:pStyle w:val="SoDNadpistabulky"/>
        <w:rPr>
          <w:sz w:val="18"/>
          <w:szCs w:val="18"/>
        </w:rPr>
      </w:pPr>
      <w:r>
        <w:rPr>
          <w:sz w:val="18"/>
          <w:szCs w:val="18"/>
        </w:rPr>
        <w:t>S</w:t>
      </w:r>
      <w:r w:rsidRPr="00EA5098">
        <w:rPr>
          <w:sz w:val="18"/>
          <w:szCs w:val="18"/>
        </w:rPr>
        <w:t>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710B5F" w:rsidRPr="00B44265" w14:paraId="01011995" w14:textId="77777777" w:rsidTr="00776E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44A43B" w14:textId="77777777" w:rsidR="00710B5F" w:rsidRPr="00B44265" w:rsidRDefault="00710B5F" w:rsidP="00776ED9">
            <w:pPr>
              <w:pStyle w:val="SoDTabulka-Tun"/>
            </w:pPr>
            <w:r w:rsidRPr="00B44265">
              <w:t>Jméno a příjmení</w:t>
            </w:r>
          </w:p>
        </w:tc>
        <w:tc>
          <w:tcPr>
            <w:tcW w:w="5733" w:type="dxa"/>
          </w:tcPr>
          <w:p w14:paraId="465D3683" w14:textId="77777777" w:rsidR="00710B5F" w:rsidRPr="00B44265" w:rsidRDefault="00710B5F" w:rsidP="00776ED9">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710B5F" w:rsidRPr="00F95FBD" w14:paraId="5B5356A7" w14:textId="77777777" w:rsidTr="00776ED9">
        <w:tc>
          <w:tcPr>
            <w:cnfStyle w:val="001000000000" w:firstRow="0" w:lastRow="0" w:firstColumn="1" w:lastColumn="0" w:oddVBand="0" w:evenVBand="0" w:oddHBand="0" w:evenHBand="0" w:firstRowFirstColumn="0" w:firstRowLastColumn="0" w:lastRowFirstColumn="0" w:lastRowLastColumn="0"/>
            <w:tcW w:w="3056" w:type="dxa"/>
          </w:tcPr>
          <w:p w14:paraId="223F2260" w14:textId="77777777" w:rsidR="00710B5F" w:rsidRPr="00F95FBD" w:rsidRDefault="00710B5F" w:rsidP="00776ED9">
            <w:pPr>
              <w:pStyle w:val="SoDTabulka"/>
            </w:pPr>
            <w:r w:rsidRPr="00F95FBD">
              <w:t>Adresa</w:t>
            </w:r>
          </w:p>
        </w:tc>
        <w:tc>
          <w:tcPr>
            <w:tcW w:w="5733" w:type="dxa"/>
          </w:tcPr>
          <w:p w14:paraId="6B168E05" w14:textId="77777777" w:rsidR="00710B5F" w:rsidRPr="00F95FBD" w:rsidRDefault="00710B5F" w:rsidP="00776ED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10B5F" w:rsidRPr="00F95FBD" w14:paraId="6F4CB05D" w14:textId="77777777" w:rsidTr="00776ED9">
        <w:tc>
          <w:tcPr>
            <w:cnfStyle w:val="001000000000" w:firstRow="0" w:lastRow="0" w:firstColumn="1" w:lastColumn="0" w:oddVBand="0" w:evenVBand="0" w:oddHBand="0" w:evenHBand="0" w:firstRowFirstColumn="0" w:firstRowLastColumn="0" w:lastRowFirstColumn="0" w:lastRowLastColumn="0"/>
            <w:tcW w:w="3056" w:type="dxa"/>
          </w:tcPr>
          <w:p w14:paraId="27303E6E" w14:textId="77777777" w:rsidR="00710B5F" w:rsidRPr="00F95FBD" w:rsidRDefault="00710B5F" w:rsidP="00776ED9">
            <w:pPr>
              <w:pStyle w:val="SoDTabulka"/>
            </w:pPr>
            <w:r w:rsidRPr="00F95FBD">
              <w:t>E-mail</w:t>
            </w:r>
          </w:p>
        </w:tc>
        <w:tc>
          <w:tcPr>
            <w:tcW w:w="5733" w:type="dxa"/>
          </w:tcPr>
          <w:p w14:paraId="00D7BBCF" w14:textId="77777777" w:rsidR="00710B5F" w:rsidRPr="00F95FBD" w:rsidRDefault="00710B5F" w:rsidP="00776ED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10B5F" w:rsidRPr="00F95FBD" w14:paraId="3591ADA9" w14:textId="77777777" w:rsidTr="00776ED9">
        <w:tc>
          <w:tcPr>
            <w:cnfStyle w:val="001000000000" w:firstRow="0" w:lastRow="0" w:firstColumn="1" w:lastColumn="0" w:oddVBand="0" w:evenVBand="0" w:oddHBand="0" w:evenHBand="0" w:firstRowFirstColumn="0" w:firstRowLastColumn="0" w:lastRowFirstColumn="0" w:lastRowLastColumn="0"/>
            <w:tcW w:w="3056" w:type="dxa"/>
          </w:tcPr>
          <w:p w14:paraId="6C16DA84" w14:textId="77777777" w:rsidR="00710B5F" w:rsidRPr="00F95FBD" w:rsidRDefault="00710B5F" w:rsidP="00776ED9">
            <w:pPr>
              <w:pStyle w:val="SoDTabulka"/>
            </w:pPr>
            <w:r w:rsidRPr="00F95FBD">
              <w:t>Telefon</w:t>
            </w:r>
          </w:p>
        </w:tc>
        <w:tc>
          <w:tcPr>
            <w:tcW w:w="5733" w:type="dxa"/>
          </w:tcPr>
          <w:p w14:paraId="43C9F390" w14:textId="77777777" w:rsidR="00710B5F" w:rsidRPr="00F95FBD" w:rsidRDefault="00710B5F" w:rsidP="00776ED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BFF7C6" w14:textId="77777777" w:rsidR="00710B5F" w:rsidRPr="00F95FBD" w:rsidRDefault="00710B5F" w:rsidP="00710B5F">
      <w:pPr>
        <w:pStyle w:val="SoDTabulka"/>
      </w:pPr>
    </w:p>
    <w:p w14:paraId="492F0C38" w14:textId="059CFC1C" w:rsidR="00EA5098" w:rsidRPr="00F95FBD" w:rsidRDefault="00EA5098" w:rsidP="00EA5098">
      <w:pPr>
        <w:pStyle w:val="SoDNadpistabulky"/>
        <w:rPr>
          <w:sz w:val="18"/>
          <w:szCs w:val="18"/>
        </w:rPr>
      </w:pPr>
      <w:r>
        <w:rPr>
          <w:sz w:val="18"/>
          <w:szCs w:val="18"/>
        </w:rPr>
        <w:lastRenderedPageBreak/>
        <w:t>S</w:t>
      </w:r>
      <w:r w:rsidRPr="00EA5098">
        <w:rPr>
          <w:sz w:val="18"/>
          <w:szCs w:val="18"/>
        </w:rPr>
        <w:t xml:space="preserve">pecialista (vedoucí prací) na </w:t>
      </w:r>
      <w:r>
        <w:rPr>
          <w:sz w:val="18"/>
          <w:szCs w:val="18"/>
        </w:rPr>
        <w:t>dopravní stavby</w:t>
      </w:r>
    </w:p>
    <w:tbl>
      <w:tblPr>
        <w:tblStyle w:val="TabulkaS-zahlzap"/>
        <w:tblW w:w="8789" w:type="dxa"/>
        <w:tblLook w:val="04A0" w:firstRow="1" w:lastRow="0" w:firstColumn="1" w:lastColumn="0" w:noHBand="0" w:noVBand="1"/>
      </w:tblPr>
      <w:tblGrid>
        <w:gridCol w:w="3056"/>
        <w:gridCol w:w="5733"/>
      </w:tblGrid>
      <w:tr w:rsidR="00710B5F" w:rsidRPr="00B44265" w14:paraId="4D6F24AD" w14:textId="77777777" w:rsidTr="00776E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C5290B" w14:textId="77777777" w:rsidR="00710B5F" w:rsidRPr="00B44265" w:rsidRDefault="00710B5F" w:rsidP="00776ED9">
            <w:pPr>
              <w:pStyle w:val="SoDTabulka-Tun"/>
            </w:pPr>
            <w:r w:rsidRPr="00B44265">
              <w:t>Jméno a příjmení</w:t>
            </w:r>
          </w:p>
        </w:tc>
        <w:tc>
          <w:tcPr>
            <w:tcW w:w="5733" w:type="dxa"/>
          </w:tcPr>
          <w:p w14:paraId="68C44A9C" w14:textId="77777777" w:rsidR="00710B5F" w:rsidRPr="00B44265" w:rsidRDefault="00710B5F" w:rsidP="00776ED9">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710B5F" w:rsidRPr="00F95FBD" w14:paraId="33164843" w14:textId="77777777" w:rsidTr="00776ED9">
        <w:tc>
          <w:tcPr>
            <w:cnfStyle w:val="001000000000" w:firstRow="0" w:lastRow="0" w:firstColumn="1" w:lastColumn="0" w:oddVBand="0" w:evenVBand="0" w:oddHBand="0" w:evenHBand="0" w:firstRowFirstColumn="0" w:firstRowLastColumn="0" w:lastRowFirstColumn="0" w:lastRowLastColumn="0"/>
            <w:tcW w:w="3056" w:type="dxa"/>
          </w:tcPr>
          <w:p w14:paraId="3BDEF12A" w14:textId="77777777" w:rsidR="00710B5F" w:rsidRPr="00F95FBD" w:rsidRDefault="00710B5F" w:rsidP="00776ED9">
            <w:pPr>
              <w:pStyle w:val="SoDTabulka"/>
            </w:pPr>
            <w:r w:rsidRPr="00F95FBD">
              <w:t>Adresa</w:t>
            </w:r>
          </w:p>
        </w:tc>
        <w:tc>
          <w:tcPr>
            <w:tcW w:w="5733" w:type="dxa"/>
          </w:tcPr>
          <w:p w14:paraId="72D6BCCF" w14:textId="77777777" w:rsidR="00710B5F" w:rsidRPr="00F95FBD" w:rsidRDefault="00710B5F" w:rsidP="00776ED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10B5F" w:rsidRPr="00F95FBD" w14:paraId="0D027BC5" w14:textId="77777777" w:rsidTr="00776ED9">
        <w:tc>
          <w:tcPr>
            <w:cnfStyle w:val="001000000000" w:firstRow="0" w:lastRow="0" w:firstColumn="1" w:lastColumn="0" w:oddVBand="0" w:evenVBand="0" w:oddHBand="0" w:evenHBand="0" w:firstRowFirstColumn="0" w:firstRowLastColumn="0" w:lastRowFirstColumn="0" w:lastRowLastColumn="0"/>
            <w:tcW w:w="3056" w:type="dxa"/>
          </w:tcPr>
          <w:p w14:paraId="78DEFDF0" w14:textId="77777777" w:rsidR="00710B5F" w:rsidRPr="00F95FBD" w:rsidRDefault="00710B5F" w:rsidP="00776ED9">
            <w:pPr>
              <w:pStyle w:val="SoDTabulka"/>
            </w:pPr>
            <w:r w:rsidRPr="00F95FBD">
              <w:t>E-mail</w:t>
            </w:r>
          </w:p>
        </w:tc>
        <w:tc>
          <w:tcPr>
            <w:tcW w:w="5733" w:type="dxa"/>
          </w:tcPr>
          <w:p w14:paraId="1DC0EAF5" w14:textId="77777777" w:rsidR="00710B5F" w:rsidRPr="00F95FBD" w:rsidRDefault="00710B5F" w:rsidP="00776ED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10B5F" w:rsidRPr="00F95FBD" w14:paraId="4A2A5B5E" w14:textId="77777777" w:rsidTr="00776ED9">
        <w:tc>
          <w:tcPr>
            <w:cnfStyle w:val="001000000000" w:firstRow="0" w:lastRow="0" w:firstColumn="1" w:lastColumn="0" w:oddVBand="0" w:evenVBand="0" w:oddHBand="0" w:evenHBand="0" w:firstRowFirstColumn="0" w:firstRowLastColumn="0" w:lastRowFirstColumn="0" w:lastRowLastColumn="0"/>
            <w:tcW w:w="3056" w:type="dxa"/>
          </w:tcPr>
          <w:p w14:paraId="3352E1F9" w14:textId="77777777" w:rsidR="00710B5F" w:rsidRPr="00F95FBD" w:rsidRDefault="00710B5F" w:rsidP="00776ED9">
            <w:pPr>
              <w:pStyle w:val="SoDTabulka"/>
            </w:pPr>
            <w:r w:rsidRPr="00F95FBD">
              <w:t>Telefon</w:t>
            </w:r>
          </w:p>
        </w:tc>
        <w:tc>
          <w:tcPr>
            <w:tcW w:w="5733" w:type="dxa"/>
          </w:tcPr>
          <w:p w14:paraId="0DB3EA26" w14:textId="77777777" w:rsidR="00710B5F" w:rsidRPr="00F95FBD" w:rsidRDefault="00710B5F" w:rsidP="00776ED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FFFB64" w14:textId="77777777" w:rsidR="00710B5F" w:rsidRPr="00F95FBD" w:rsidRDefault="00710B5F" w:rsidP="00710B5F">
      <w:pPr>
        <w:pStyle w:val="SoDTabulka"/>
      </w:pPr>
    </w:p>
    <w:p w14:paraId="0C669992" w14:textId="55CB9F31"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571E31E8" w14:textId="77777777" w:rsidR="00F95FBD" w:rsidRDefault="00F95FBD" w:rsidP="001B325A">
      <w:pPr>
        <w:pStyle w:val="SoDNadpisbezsl1"/>
      </w:pPr>
      <w:r>
        <w:lastRenderedPageBreak/>
        <w:t>Příloha č. 3</w:t>
      </w:r>
    </w:p>
    <w:p w14:paraId="3C6D7024" w14:textId="77777777" w:rsidR="00F95FBD" w:rsidRDefault="00F95FBD" w:rsidP="00DD598A">
      <w:pPr>
        <w:pStyle w:val="SoDNadpisbezsl1-2"/>
        <w:outlineLvl w:val="1"/>
      </w:pPr>
      <w:r>
        <w:t>Seznam poddodavatelů</w:t>
      </w:r>
    </w:p>
    <w:p w14:paraId="4D73ED4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41DF1A00"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36241E3" w14:textId="77777777" w:rsidR="00F95FBD" w:rsidRPr="00F95FBD" w:rsidRDefault="00F95FBD" w:rsidP="00F762A8">
            <w:pPr>
              <w:pStyle w:val="SoDTabulka"/>
              <w:rPr>
                <w:rStyle w:val="Nadpisvtabulce"/>
              </w:rPr>
            </w:pPr>
            <w:r w:rsidRPr="00F95FBD">
              <w:rPr>
                <w:rStyle w:val="Nadpisvtabulce"/>
              </w:rPr>
              <w:t>Identifikace poddodavatele</w:t>
            </w:r>
          </w:p>
          <w:p w14:paraId="1B8688CB"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133A99CF"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A2B474E"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95B6282"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7227610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26F546BF" w14:textId="77777777" w:rsidR="00F95FBD" w:rsidRPr="00F95FBD" w:rsidRDefault="00F95FBD" w:rsidP="004E6233">
            <w:pPr>
              <w:pStyle w:val="SoDTabulka"/>
            </w:pPr>
            <w:r w:rsidRPr="00F95FBD">
              <w:rPr>
                <w:highlight w:val="yellow"/>
              </w:rPr>
              <w:t>[VLOŽÍ ZHOTOVITEL]</w:t>
            </w:r>
          </w:p>
        </w:tc>
        <w:tc>
          <w:tcPr>
            <w:tcW w:w="3402" w:type="dxa"/>
          </w:tcPr>
          <w:p w14:paraId="2AA7D19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31FB31F"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740ACA6"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BC18522" w14:textId="77777777" w:rsidR="00F95FBD" w:rsidRPr="00F95FBD" w:rsidRDefault="00F95FBD" w:rsidP="004E6233">
            <w:pPr>
              <w:pStyle w:val="SoDTabulka"/>
            </w:pPr>
            <w:r w:rsidRPr="00F95FBD">
              <w:rPr>
                <w:highlight w:val="yellow"/>
              </w:rPr>
              <w:t>[VLOŽÍ ZHOTOVITEL]</w:t>
            </w:r>
          </w:p>
        </w:tc>
        <w:tc>
          <w:tcPr>
            <w:tcW w:w="3402" w:type="dxa"/>
          </w:tcPr>
          <w:p w14:paraId="7A1D606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4088E1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5F3E8C"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72C4C66" w14:textId="77777777" w:rsidR="00F95FBD" w:rsidRPr="00F95FBD" w:rsidRDefault="00F95FBD" w:rsidP="004E6233">
            <w:pPr>
              <w:pStyle w:val="SoDTabulka"/>
            </w:pPr>
            <w:r w:rsidRPr="00F95FBD">
              <w:rPr>
                <w:highlight w:val="yellow"/>
              </w:rPr>
              <w:t>[VLOŽÍ ZHOTOVITEL]</w:t>
            </w:r>
          </w:p>
        </w:tc>
        <w:tc>
          <w:tcPr>
            <w:tcW w:w="3402" w:type="dxa"/>
          </w:tcPr>
          <w:p w14:paraId="397BB4B4"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9D03A73"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4EF427E" w14:textId="77777777" w:rsidR="00F95FBD" w:rsidRPr="00F95FBD" w:rsidRDefault="00F95FBD" w:rsidP="001F5F37">
      <w:pPr>
        <w:pStyle w:val="SoDTextbezodsazen"/>
      </w:pPr>
    </w:p>
    <w:p w14:paraId="19D6E079" w14:textId="77777777" w:rsidR="007E0D11" w:rsidRDefault="007E0D11" w:rsidP="001F5F37">
      <w:pPr>
        <w:pStyle w:val="SoDTextbezodsazen"/>
      </w:pPr>
    </w:p>
    <w:p w14:paraId="636E4FCE" w14:textId="77777777" w:rsidR="007E0D11" w:rsidRDefault="007E0D11" w:rsidP="001F5F37">
      <w:pPr>
        <w:pStyle w:val="SoDTextbezodsazen"/>
      </w:pPr>
    </w:p>
    <w:p w14:paraId="19F8877A" w14:textId="77777777" w:rsidR="007E0D11" w:rsidRDefault="007E0D11" w:rsidP="001F5F37">
      <w:pPr>
        <w:pStyle w:val="SoDTextbezodsazen"/>
      </w:pPr>
    </w:p>
    <w:p w14:paraId="6E720D89" w14:textId="77777777" w:rsidR="007E0D11" w:rsidRDefault="007E0D11" w:rsidP="001F5F37">
      <w:pPr>
        <w:pStyle w:val="SoDTextbezodsazen"/>
      </w:pPr>
    </w:p>
    <w:p w14:paraId="287E4625" w14:textId="77777777" w:rsidR="00DD598A" w:rsidRDefault="00DD598A" w:rsidP="001F5F37">
      <w:pPr>
        <w:pStyle w:val="SoDTextbezodsazen"/>
      </w:pPr>
    </w:p>
    <w:p w14:paraId="0F55B935" w14:textId="77777777" w:rsidR="00DD598A" w:rsidRDefault="00DD598A" w:rsidP="001F5F37">
      <w:pPr>
        <w:pStyle w:val="SoDTextbezodsazen"/>
      </w:pPr>
    </w:p>
    <w:p w14:paraId="66AEEFD5" w14:textId="77777777" w:rsidR="007E0D11" w:rsidRDefault="007E0D11" w:rsidP="001F5F37">
      <w:pPr>
        <w:pStyle w:val="SoDTextbezodsazen"/>
      </w:pPr>
    </w:p>
    <w:p w14:paraId="6033A674" w14:textId="77777777" w:rsidR="00F95FBD" w:rsidRDefault="00F95FBD" w:rsidP="001F5F37">
      <w:pPr>
        <w:pStyle w:val="SoDTextbezodsazen"/>
      </w:pPr>
    </w:p>
    <w:p w14:paraId="38859572"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77C30011" w14:textId="77777777" w:rsidR="00F762A8" w:rsidRDefault="00F762A8" w:rsidP="00F762A8">
      <w:pPr>
        <w:pStyle w:val="SoDNadpisbezsl1"/>
      </w:pPr>
      <w:r>
        <w:lastRenderedPageBreak/>
        <w:t>Příloha č. 4</w:t>
      </w:r>
    </w:p>
    <w:p w14:paraId="0EE67B39" w14:textId="77777777" w:rsidR="00F762A8" w:rsidRDefault="000E03DC" w:rsidP="00DD598A">
      <w:pPr>
        <w:pStyle w:val="SoDTextbezodsazen"/>
        <w:outlineLvl w:val="1"/>
      </w:pPr>
      <w:r>
        <w:t>NEOBSAZENO</w:t>
      </w:r>
      <w:r w:rsidDel="000E03DC">
        <w:t xml:space="preserve"> </w:t>
      </w:r>
    </w:p>
    <w:p w14:paraId="3B11F4AD" w14:textId="77777777" w:rsidR="00224437" w:rsidRDefault="00224437" w:rsidP="00F762A8">
      <w:pPr>
        <w:pStyle w:val="SoDTextbezodsazen"/>
      </w:pPr>
    </w:p>
    <w:p w14:paraId="3AE468D0" w14:textId="77777777" w:rsidR="00F762A8" w:rsidRDefault="00F762A8" w:rsidP="00F762A8">
      <w:pPr>
        <w:pStyle w:val="SoDTextbezodsazen"/>
      </w:pPr>
    </w:p>
    <w:p w14:paraId="6795D6D7" w14:textId="77777777" w:rsidR="00F762A8" w:rsidRDefault="00F762A8" w:rsidP="00F762A8">
      <w:pPr>
        <w:pStyle w:val="SoDTextbezodsazen"/>
      </w:pPr>
    </w:p>
    <w:p w14:paraId="7A5FE9CB" w14:textId="77777777" w:rsidR="00F762A8" w:rsidRDefault="00F762A8" w:rsidP="00F762A8">
      <w:pPr>
        <w:pStyle w:val="SoDTextbezodsazen"/>
      </w:pPr>
    </w:p>
    <w:p w14:paraId="4C98FBF8" w14:textId="77777777" w:rsidR="00DD598A" w:rsidRDefault="00DD598A" w:rsidP="00F762A8">
      <w:pPr>
        <w:pStyle w:val="SoDTextbezodsazen"/>
      </w:pPr>
    </w:p>
    <w:p w14:paraId="2407303D" w14:textId="77777777" w:rsidR="00DD598A" w:rsidRDefault="00DD598A" w:rsidP="00F762A8">
      <w:pPr>
        <w:pStyle w:val="SoDTextbezodsazen"/>
      </w:pPr>
    </w:p>
    <w:p w14:paraId="42D25127" w14:textId="77777777" w:rsidR="00F762A8" w:rsidRDefault="00F762A8" w:rsidP="00F762A8">
      <w:pPr>
        <w:pStyle w:val="SoDTextbezodsazen"/>
      </w:pPr>
    </w:p>
    <w:p w14:paraId="19801977"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625DAAF7" w14:textId="77777777" w:rsidR="00F762A8" w:rsidRDefault="00F762A8" w:rsidP="00F762A8">
      <w:pPr>
        <w:pStyle w:val="SoDNadpisbezsl1"/>
      </w:pPr>
      <w:r>
        <w:lastRenderedPageBreak/>
        <w:t>Příloha č. 5</w:t>
      </w:r>
    </w:p>
    <w:p w14:paraId="3E74C389" w14:textId="77777777" w:rsidR="00F762A8" w:rsidRDefault="00F762A8" w:rsidP="00DD598A">
      <w:pPr>
        <w:pStyle w:val="SoDNadpisbezsl1-2"/>
        <w:outlineLvl w:val="1"/>
      </w:pPr>
      <w:r>
        <w:t>Smlouva o zpracování osobních údajů</w:t>
      </w:r>
    </w:p>
    <w:p w14:paraId="207E37A3" w14:textId="77777777" w:rsidR="00F762A8" w:rsidRPr="001B785B" w:rsidRDefault="00F762A8" w:rsidP="001B785B">
      <w:pPr>
        <w:pStyle w:val="slovanseznam"/>
        <w:numPr>
          <w:ilvl w:val="0"/>
          <w:numId w:val="15"/>
        </w:numPr>
      </w:pPr>
      <w:r w:rsidRPr="001B785B">
        <w:t>Předmět smlouvy o zpracování osobních údajů</w:t>
      </w:r>
    </w:p>
    <w:p w14:paraId="25292C07"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378ACAC8"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62922402" w14:textId="77777777" w:rsidR="00F762A8" w:rsidRPr="001B785B" w:rsidRDefault="00F762A8" w:rsidP="001B785B">
      <w:pPr>
        <w:pStyle w:val="SoDslseznam-1"/>
      </w:pPr>
      <w:r w:rsidRPr="001B785B">
        <w:t>Rozsah zpracovávaných údajů</w:t>
      </w:r>
    </w:p>
    <w:p w14:paraId="1B7C5A43"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0C9F87A5"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5F238D78" w14:textId="77777777" w:rsidR="00F762A8" w:rsidRPr="00F762A8" w:rsidRDefault="00F762A8" w:rsidP="00DD598A">
      <w:pPr>
        <w:pStyle w:val="SoDslseznam-1"/>
      </w:pPr>
      <w:r w:rsidRPr="00F762A8">
        <w:t>Povinnosti Zhotovitele</w:t>
      </w:r>
    </w:p>
    <w:p w14:paraId="71F72E33" w14:textId="77777777" w:rsidR="00F762A8" w:rsidRDefault="00F762A8" w:rsidP="00DD598A">
      <w:pPr>
        <w:pStyle w:val="SoDsl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32B4532A" w14:textId="77777777" w:rsidR="00F762A8" w:rsidRDefault="00F762A8" w:rsidP="00DD598A">
      <w:pPr>
        <w:pStyle w:val="SoDslseznam-2"/>
      </w:pPr>
      <w:r>
        <w:t>Zhotovitel bude neprodleně informovat Objednatele, pokud jsou podle jeho názoru některé pokyny Objednatele v rozporu s platnou právní úpravou.</w:t>
      </w:r>
    </w:p>
    <w:p w14:paraId="4AE736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32ED17C" w14:textId="77777777" w:rsidR="00F762A8" w:rsidRDefault="00F762A8" w:rsidP="00DD598A">
      <w:pPr>
        <w:pStyle w:val="SoDslseznam-2"/>
      </w:pPr>
      <w:r>
        <w:t>Zhotovitel je povinen přijmout všechna opatření dle čl. 32 GDPR tak, aby byla zajištěna odpovídající bezpečnost osobních údajů.</w:t>
      </w:r>
    </w:p>
    <w:p w14:paraId="5627488E"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3C174681"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F89150"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1EB8AB8" w14:textId="77777777" w:rsidR="00F762A8" w:rsidRPr="00ED4DDB" w:rsidRDefault="00F762A8" w:rsidP="001B785B">
      <w:pPr>
        <w:pStyle w:val="SoDslseznam-2"/>
      </w:pPr>
      <w:r w:rsidRPr="00ED4DDB">
        <w:lastRenderedPageBreak/>
        <w:t>Zhotovitel je povinen umožnit Objednateli a jím pověřené osobě během běžné pracovní doby Zhotovitele provést v sídle Zhotovitele kontrolu dodržování povinností týkajících se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54359AD2" w14:textId="77777777"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 výjimkou kdy uchovávání je v souladu s platnou právní úpravou nebo k tomu dal písemný souhlas Objednatel.</w:t>
      </w:r>
    </w:p>
    <w:p w14:paraId="27814C4C" w14:textId="77777777" w:rsidR="00F762A8" w:rsidRPr="00F762A8" w:rsidRDefault="00F762A8" w:rsidP="00DD598A">
      <w:pPr>
        <w:pStyle w:val="SoDslseznam-1"/>
      </w:pPr>
      <w:r w:rsidRPr="00F762A8">
        <w:t>Odpovědnost Zhotovitele a smluvní pokuta</w:t>
      </w:r>
    </w:p>
    <w:p w14:paraId="2658C991" w14:textId="77777777"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37397DDE"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výši 0,1% z Ceny Díla za každé jednotlivé porušení. Smluvní pokuta je splatná do 28 dnů ode dne doručení písemné výzvy k</w:t>
      </w:r>
      <w:r w:rsidR="001F5F37">
        <w:t> </w:t>
      </w:r>
      <w:r>
        <w:t>úhradě zaslané Objednatelem na základě tohoto ustanovení.</w:t>
      </w:r>
    </w:p>
    <w:p w14:paraId="339E7E59"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6261E7DC" w14:textId="77777777" w:rsidR="00F762A8" w:rsidRDefault="00F762A8" w:rsidP="00F762A8">
      <w:pPr>
        <w:pStyle w:val="SoDTextbezodsazen"/>
      </w:pPr>
    </w:p>
    <w:p w14:paraId="6108C05B" w14:textId="77777777" w:rsidR="00F762A8" w:rsidRDefault="00F762A8" w:rsidP="00F762A8">
      <w:pPr>
        <w:pStyle w:val="SoDTextbezodsazen"/>
      </w:pPr>
    </w:p>
    <w:p w14:paraId="27C8504E" w14:textId="77777777" w:rsidR="00DD598A" w:rsidRDefault="00DD598A" w:rsidP="00F762A8">
      <w:pPr>
        <w:pStyle w:val="SoDTextbezodsazen"/>
      </w:pPr>
    </w:p>
    <w:p w14:paraId="4ABD93BB"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65D94D24" w14:textId="77777777" w:rsidR="00DD598A" w:rsidRDefault="00DD598A" w:rsidP="00F762A8">
      <w:pPr>
        <w:pStyle w:val="SoDNadpisbezsl1"/>
      </w:pPr>
      <w:r>
        <w:lastRenderedPageBreak/>
        <w:t>Příloha č. 6</w:t>
      </w:r>
    </w:p>
    <w:p w14:paraId="5C71409B"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7FC8750A" w14:textId="77777777" w:rsidR="00DD598A" w:rsidRDefault="00160F8A" w:rsidP="00DD598A">
      <w:pPr>
        <w:pStyle w:val="SoDTextbezodsazen"/>
      </w:pPr>
      <w:r w:rsidRPr="00A973B1">
        <w:t>Příloha je uvedena jako samostatný dokument</w:t>
      </w:r>
      <w:r>
        <w:t xml:space="preserve"> </w:t>
      </w:r>
    </w:p>
    <w:p w14:paraId="483EEEB4" w14:textId="77777777" w:rsidR="00DD598A" w:rsidRDefault="00DD598A" w:rsidP="00DD598A">
      <w:pPr>
        <w:pStyle w:val="SoDTextbezodsazen"/>
      </w:pPr>
    </w:p>
    <w:p w14:paraId="315842C9" w14:textId="77777777" w:rsidR="00DD598A" w:rsidRDefault="00DD598A" w:rsidP="00DD598A">
      <w:pPr>
        <w:pStyle w:val="SoDTextbezodsazen"/>
      </w:pPr>
    </w:p>
    <w:p w14:paraId="2206F93B" w14:textId="77777777" w:rsidR="00DD598A" w:rsidRDefault="00DD598A" w:rsidP="00DD598A">
      <w:pPr>
        <w:pStyle w:val="SoDTextbezodsazen"/>
      </w:pPr>
    </w:p>
    <w:p w14:paraId="0094089B" w14:textId="77777777" w:rsidR="00DD598A" w:rsidRDefault="00DD598A" w:rsidP="00DD598A">
      <w:pPr>
        <w:pStyle w:val="SoDTextbezodsazen"/>
      </w:pPr>
    </w:p>
    <w:p w14:paraId="4A1AD050"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01B67B23" w14:textId="77777777" w:rsidR="00F762A8" w:rsidRPr="005E7125" w:rsidRDefault="00F762A8" w:rsidP="00F762A8">
      <w:pPr>
        <w:pStyle w:val="SoDNadpisbezsl1"/>
      </w:pPr>
      <w:r w:rsidRPr="005E7125">
        <w:lastRenderedPageBreak/>
        <w:t xml:space="preserve">Příloha č. </w:t>
      </w:r>
      <w:r w:rsidR="00390720" w:rsidRPr="00DA5988">
        <w:t>7</w:t>
      </w:r>
    </w:p>
    <w:p w14:paraId="509EA623"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71585DF0"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6618AD22"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5BB6CF63"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0F3EE13C" w14:textId="77777777" w:rsidR="00802774" w:rsidRPr="00802774" w:rsidRDefault="00802774" w:rsidP="00802774">
      <w:pPr>
        <w:spacing w:after="120" w:line="264" w:lineRule="auto"/>
        <w:jc w:val="both"/>
        <w:rPr>
          <w:rFonts w:asciiTheme="minorHAnsi" w:hAnsiTheme="minorHAnsi"/>
          <w:sz w:val="18"/>
          <w:szCs w:val="18"/>
        </w:rPr>
      </w:pPr>
    </w:p>
    <w:p w14:paraId="7A536D38" w14:textId="77777777" w:rsidR="00F762A8" w:rsidRDefault="00F762A8" w:rsidP="00F762A8">
      <w:pPr>
        <w:pStyle w:val="SoDTextbezodsazen"/>
      </w:pPr>
    </w:p>
    <w:p w14:paraId="6D9206E9" w14:textId="77777777" w:rsidR="00026C50" w:rsidRDefault="00026C50" w:rsidP="00F762A8">
      <w:pPr>
        <w:pStyle w:val="SoDTextbezodsazen"/>
      </w:pPr>
    </w:p>
    <w:p w14:paraId="1620055E" w14:textId="77777777" w:rsidR="00DD598A" w:rsidRDefault="00DD598A" w:rsidP="00F762A8">
      <w:pPr>
        <w:pStyle w:val="SoDTextbezodsazen"/>
      </w:pPr>
    </w:p>
    <w:p w14:paraId="657AB034" w14:textId="77777777" w:rsidR="00DD598A" w:rsidRDefault="00DD598A" w:rsidP="00F762A8">
      <w:pPr>
        <w:pStyle w:val="SoDTextbezodsazen"/>
      </w:pPr>
    </w:p>
    <w:p w14:paraId="2EC6988D" w14:textId="77777777" w:rsidR="00DD598A" w:rsidRDefault="00DD598A" w:rsidP="00F762A8">
      <w:pPr>
        <w:pStyle w:val="SoDTextbezodsazen"/>
      </w:pPr>
    </w:p>
    <w:p w14:paraId="13D73503" w14:textId="77777777" w:rsidR="00DD598A" w:rsidRDefault="00DD598A" w:rsidP="00F762A8">
      <w:pPr>
        <w:pStyle w:val="SoDTextbezodsazen"/>
      </w:pPr>
    </w:p>
    <w:p w14:paraId="42197B1F" w14:textId="77777777" w:rsidR="00DD598A" w:rsidRDefault="00DD598A" w:rsidP="00F762A8">
      <w:pPr>
        <w:pStyle w:val="SoDTextbezodsazen"/>
      </w:pPr>
    </w:p>
    <w:p w14:paraId="66953597" w14:textId="77777777" w:rsidR="00F762A8" w:rsidRDefault="00F762A8" w:rsidP="00F762A8">
      <w:pPr>
        <w:pStyle w:val="SoDTextbezodsazen"/>
      </w:pPr>
    </w:p>
    <w:p w14:paraId="0535E030"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EE64E5A" w14:textId="77777777" w:rsidR="00DD598A" w:rsidRPr="009C7587" w:rsidRDefault="00DD598A" w:rsidP="00392910">
      <w:pPr>
        <w:pStyle w:val="SoDNadpisbezsl1"/>
      </w:pPr>
      <w:r w:rsidRPr="009C7587">
        <w:lastRenderedPageBreak/>
        <w:t>Příloha č. 8</w:t>
      </w:r>
    </w:p>
    <w:p w14:paraId="1AF0DDB9" w14:textId="157F18CE" w:rsidR="00DD598A" w:rsidRDefault="00B63BC9" w:rsidP="00DD598A">
      <w:pPr>
        <w:pStyle w:val="SoDTextbezodsazen"/>
      </w:pPr>
      <w:r w:rsidRPr="00B63BC9">
        <w:rPr>
          <w:b/>
          <w:sz w:val="20"/>
          <w:szCs w:val="20"/>
        </w:rPr>
        <w:t>NEOBSAZENO</w:t>
      </w:r>
    </w:p>
    <w:p w14:paraId="2576B83B" w14:textId="77777777" w:rsidR="00DD598A" w:rsidRDefault="00DD598A" w:rsidP="00DD598A">
      <w:pPr>
        <w:pStyle w:val="SoDTextbezodsazen"/>
      </w:pPr>
    </w:p>
    <w:p w14:paraId="568687D9" w14:textId="77777777" w:rsidR="00DD598A" w:rsidRDefault="00DD598A" w:rsidP="00DD598A">
      <w:pPr>
        <w:pStyle w:val="SoDTextbezodsazen"/>
      </w:pPr>
    </w:p>
    <w:p w14:paraId="02167690" w14:textId="77777777" w:rsidR="00DD598A" w:rsidRDefault="00DD598A" w:rsidP="00DD598A">
      <w:pPr>
        <w:pStyle w:val="SoDTextbezodsazen"/>
      </w:pPr>
    </w:p>
    <w:p w14:paraId="32CF26EA" w14:textId="77777777" w:rsidR="00DD598A" w:rsidRDefault="00DD598A" w:rsidP="00DD598A">
      <w:pPr>
        <w:pStyle w:val="SoDTextbezodsazen"/>
      </w:pPr>
    </w:p>
    <w:p w14:paraId="5014A61E"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4335A5D7" w14:textId="77777777" w:rsidR="00392910" w:rsidRDefault="00392910" w:rsidP="00392910">
      <w:pPr>
        <w:pStyle w:val="SoDNadpisbezsl1"/>
      </w:pPr>
      <w:r>
        <w:lastRenderedPageBreak/>
        <w:t xml:space="preserve">Příloha č. </w:t>
      </w:r>
      <w:r w:rsidR="00175C0A">
        <w:t>9</w:t>
      </w:r>
    </w:p>
    <w:p w14:paraId="7C27F3E1" w14:textId="668D9081" w:rsidR="00392910" w:rsidRDefault="00392910" w:rsidP="00553701">
      <w:pPr>
        <w:pStyle w:val="SoDNadpisbezsl1-2"/>
        <w:outlineLvl w:val="1"/>
      </w:pPr>
      <w:r w:rsidRPr="00FD6405">
        <w:t xml:space="preserve">Žádost o poskytnutí zálohové platby </w:t>
      </w:r>
    </w:p>
    <w:p w14:paraId="23C40995" w14:textId="77777777" w:rsidR="00392910" w:rsidRDefault="00392910" w:rsidP="00392910">
      <w:pPr>
        <w:pStyle w:val="SoDTextbezodsazen"/>
      </w:pPr>
    </w:p>
    <w:p w14:paraId="32B062EF" w14:textId="05AAA622" w:rsidR="00392910" w:rsidRDefault="00392910" w:rsidP="00392910">
      <w:pPr>
        <w:pStyle w:val="SoDTextbezodsazen"/>
      </w:pPr>
      <w:r>
        <w:t xml:space="preserve">V souladu s ustanovením pod-článku 14.2 Smluvních podmínek ke Smlouvě o dílo na zhotovení stavby </w:t>
      </w:r>
      <w:r w:rsidR="00F20A2D">
        <w:t>„</w:t>
      </w:r>
      <w:r w:rsidR="00F20A2D" w:rsidRPr="00F20A2D">
        <w:t>Rekonstrukce výpravní budovy ŽST Lovosice</w:t>
      </w:r>
      <w:r w:rsidR="00F20A2D">
        <w:t>“</w:t>
      </w:r>
      <w:r>
        <w:t xml:space="preserve"> žádáme o poskytnutí zálohové platby na finanční plnění výši: </w:t>
      </w:r>
      <w:r w:rsidRPr="00392910">
        <w:rPr>
          <w:highlight w:val="yellow"/>
        </w:rPr>
        <w:t>[VLOŽÍ ZHOTOVITEL]</w:t>
      </w:r>
      <w:r>
        <w:t xml:space="preserve"> Kč.</w:t>
      </w:r>
    </w:p>
    <w:p w14:paraId="33D04171" w14:textId="77777777" w:rsidR="00392910" w:rsidRDefault="00392910" w:rsidP="00392910">
      <w:pPr>
        <w:pStyle w:val="SoDTextbezodsazen"/>
      </w:pPr>
    </w:p>
    <w:p w14:paraId="576B64F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14:paraId="4E0E2F0D" w14:textId="77777777" w:rsidR="00392910" w:rsidRDefault="00392910" w:rsidP="00392910">
      <w:pPr>
        <w:pStyle w:val="SoDTextbezodsazen"/>
      </w:pPr>
    </w:p>
    <w:p w14:paraId="112FEA34" w14:textId="77777777" w:rsidR="00392910" w:rsidRDefault="00392910" w:rsidP="00392910">
      <w:pPr>
        <w:pStyle w:val="SoDTextbezodsazen"/>
      </w:pPr>
      <w:r>
        <w:t xml:space="preserve">Součástí této žádosti je: </w:t>
      </w:r>
    </w:p>
    <w:p w14:paraId="7638969E"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3F72168" w14:textId="77777777" w:rsidR="00392910" w:rsidRDefault="00392910" w:rsidP="00CA1B64">
      <w:pPr>
        <w:pStyle w:val="Seznamsodrkami"/>
      </w:pPr>
      <w:r>
        <w:t xml:space="preserve">zálohová faktura č. </w:t>
      </w:r>
      <w:r w:rsidRPr="00392910">
        <w:rPr>
          <w:highlight w:val="yellow"/>
        </w:rPr>
        <w:t>[VLOŽÍ ZHOTOVITEL]</w:t>
      </w:r>
    </w:p>
    <w:p w14:paraId="6AC99647" w14:textId="77777777" w:rsidR="00392910" w:rsidRDefault="00392910" w:rsidP="00392910">
      <w:pPr>
        <w:pStyle w:val="SoDTextbezodsazen"/>
      </w:pPr>
    </w:p>
    <w:p w14:paraId="5297199A" w14:textId="77777777" w:rsidR="00392910" w:rsidRDefault="00392910" w:rsidP="00392910">
      <w:pPr>
        <w:pStyle w:val="SoDTextbezodsazen"/>
      </w:pPr>
    </w:p>
    <w:p w14:paraId="09BE13DF" w14:textId="77777777" w:rsidR="00392910" w:rsidRDefault="00392910" w:rsidP="00392910">
      <w:pPr>
        <w:pStyle w:val="SoDTextbezodsazen"/>
      </w:pPr>
      <w:r>
        <w:t xml:space="preserve">V </w:t>
      </w:r>
      <w:r w:rsidR="006671C7">
        <w:t xml:space="preserve">…………………………… </w:t>
      </w:r>
      <w:r>
        <w:t xml:space="preserve">dne </w:t>
      </w:r>
      <w:r w:rsidR="006671C7">
        <w:t>……………………………</w:t>
      </w:r>
    </w:p>
    <w:p w14:paraId="5C0D0D34" w14:textId="77777777" w:rsidR="00392910" w:rsidRDefault="00392910" w:rsidP="00392910">
      <w:pPr>
        <w:pStyle w:val="SoDTextbezodsazen"/>
      </w:pPr>
    </w:p>
    <w:p w14:paraId="7BC070C2" w14:textId="77777777" w:rsidR="00392910" w:rsidRDefault="00392910" w:rsidP="00392910">
      <w:pPr>
        <w:pStyle w:val="SoDTextbezodsazen"/>
      </w:pPr>
    </w:p>
    <w:p w14:paraId="20B2BFC2" w14:textId="77777777" w:rsidR="00392910" w:rsidRDefault="00392910" w:rsidP="00392910">
      <w:pPr>
        <w:pStyle w:val="SoDTextbezodsazen"/>
      </w:pPr>
    </w:p>
    <w:p w14:paraId="047343EE" w14:textId="77777777" w:rsidR="00392910" w:rsidRDefault="00392910" w:rsidP="00392910">
      <w:pPr>
        <w:pStyle w:val="SoDTextbezodsazen"/>
      </w:pPr>
    </w:p>
    <w:p w14:paraId="5501BBC1" w14:textId="77777777" w:rsidR="00392910" w:rsidRDefault="00392910" w:rsidP="00392910">
      <w:pPr>
        <w:pStyle w:val="SoDTextbezodsazen"/>
      </w:pPr>
    </w:p>
    <w:p w14:paraId="3E8CC117" w14:textId="77777777" w:rsidR="00392910" w:rsidRDefault="00392910" w:rsidP="00392910">
      <w:pPr>
        <w:pStyle w:val="SoDTextbezodsazen"/>
      </w:pPr>
    </w:p>
    <w:p w14:paraId="38D8715D" w14:textId="77777777" w:rsidR="00392910" w:rsidRDefault="00392910" w:rsidP="00392910">
      <w:pPr>
        <w:pStyle w:val="SoDTextbezodsazen"/>
      </w:pPr>
      <w:r>
        <w:t>…………………………………………………</w:t>
      </w:r>
    </w:p>
    <w:p w14:paraId="6281C6BD" w14:textId="77777777" w:rsidR="00392910" w:rsidRDefault="00392910" w:rsidP="00392910">
      <w:pPr>
        <w:pStyle w:val="SoDTextbezodsazen"/>
      </w:pPr>
    </w:p>
    <w:p w14:paraId="27B22537" w14:textId="77777777" w:rsidR="00392910" w:rsidRDefault="00392910" w:rsidP="00392910">
      <w:pPr>
        <w:pStyle w:val="SoDTextbezodsazen"/>
      </w:pPr>
      <w:r>
        <w:t>Zhotovitel</w:t>
      </w:r>
    </w:p>
    <w:p w14:paraId="784A7FAD" w14:textId="77777777" w:rsidR="00392910" w:rsidRDefault="00392910" w:rsidP="00392910">
      <w:pPr>
        <w:pStyle w:val="SoDTextbezodsazen"/>
      </w:pPr>
    </w:p>
    <w:p w14:paraId="5D1101BD" w14:textId="77777777" w:rsidR="00DD598A" w:rsidRDefault="00DD598A" w:rsidP="00392910">
      <w:pPr>
        <w:pStyle w:val="SoDTextbezodsazen"/>
      </w:pPr>
    </w:p>
    <w:p w14:paraId="707C8D18" w14:textId="77777777" w:rsidR="00682647" w:rsidRDefault="00682647" w:rsidP="00392910">
      <w:pPr>
        <w:pStyle w:val="SoDTextbezodsazen"/>
      </w:pPr>
    </w:p>
    <w:p w14:paraId="753DBEF6"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5CD3DD46" w14:textId="77777777" w:rsidR="00553701" w:rsidRDefault="00553701" w:rsidP="00682647">
      <w:pPr>
        <w:pStyle w:val="SoDNadpisbezsl1"/>
      </w:pPr>
      <w:r>
        <w:lastRenderedPageBreak/>
        <w:t>Příloha č. 10</w:t>
      </w:r>
    </w:p>
    <w:p w14:paraId="46DCB4A6" w14:textId="3D976C9A" w:rsidR="00553701" w:rsidRDefault="00EB50D5" w:rsidP="00553701">
      <w:pPr>
        <w:pStyle w:val="SoDNadpisbezsl1-2"/>
        <w:outlineLvl w:val="1"/>
      </w:pPr>
      <w:r w:rsidRPr="00761A38">
        <w:t>NEOBSAZENO</w:t>
      </w:r>
    </w:p>
    <w:p w14:paraId="72ACD64F" w14:textId="77777777" w:rsidR="00553701" w:rsidRDefault="00553701" w:rsidP="00553701"/>
    <w:p w14:paraId="6BA67C19" w14:textId="77777777" w:rsidR="00553701" w:rsidRDefault="00553701" w:rsidP="00553701"/>
    <w:p w14:paraId="6CF3BE65" w14:textId="77777777" w:rsidR="00553701" w:rsidRPr="00553701" w:rsidRDefault="00553701" w:rsidP="00553701"/>
    <w:p w14:paraId="5DDC1782" w14:textId="77777777" w:rsidR="00553701" w:rsidRDefault="00553701" w:rsidP="00553701"/>
    <w:p w14:paraId="5F7EC8F1"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1DEFA2EA" w14:textId="77777777" w:rsidR="00682647" w:rsidRPr="005E7125" w:rsidRDefault="00682647" w:rsidP="00682647">
      <w:pPr>
        <w:pStyle w:val="SoDNadpisbezsl1"/>
      </w:pPr>
      <w:r w:rsidRPr="005E7125">
        <w:lastRenderedPageBreak/>
        <w:t xml:space="preserve">Příloha č. </w:t>
      </w:r>
      <w:r>
        <w:t>11</w:t>
      </w:r>
    </w:p>
    <w:p w14:paraId="0D49AAED" w14:textId="77777777" w:rsidR="006544F8" w:rsidRPr="00315413" w:rsidRDefault="006544F8" w:rsidP="006544F8">
      <w:pPr>
        <w:pStyle w:val="Nadpisbezsl1-2"/>
        <w:outlineLvl w:val="1"/>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5E2EF740"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11FE3D30"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AD0321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01E35AF"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F0C92C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17E204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3EA8DBF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A3396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6912D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6A04EE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DF1B86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24D3D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07DF55F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4AC53D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3D035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8B50C7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7079B7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18A5A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6972B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A578E1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8E90A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60514F2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662F8C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BF32E9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3B5065E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DEE052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E3FEB48"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4807A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695B4A5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66303D1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53216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DA0A03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F43D5B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3A4A20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3DE7C38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5B8F361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86BEED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FB6315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201ACA4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32213C54"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CEC8E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1DFF22B6"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5FE36832"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435DD7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0142726"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602EC55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7D55104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23B173D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2341CA5" w14:textId="77777777" w:rsidR="006544F8" w:rsidRPr="00192AD6" w:rsidRDefault="006544F8" w:rsidP="006544F8">
            <w:pPr>
              <w:spacing w:after="0" w:line="240" w:lineRule="auto"/>
              <w:rPr>
                <w:rFonts w:asciiTheme="minorHAnsi" w:hAnsiTheme="minorHAnsi"/>
                <w:noProof/>
              </w:rPr>
            </w:pPr>
          </w:p>
        </w:tc>
        <w:tc>
          <w:tcPr>
            <w:tcW w:w="3685" w:type="dxa"/>
          </w:tcPr>
          <w:p w14:paraId="243B929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1C73DB5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D64EC1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9B5C888" w14:textId="77777777" w:rsidR="006544F8" w:rsidRPr="00192AD6" w:rsidRDefault="006544F8" w:rsidP="006544F8">
            <w:pPr>
              <w:spacing w:after="0" w:line="240" w:lineRule="auto"/>
              <w:rPr>
                <w:rFonts w:asciiTheme="minorHAnsi" w:hAnsiTheme="minorHAnsi"/>
                <w:noProof/>
              </w:rPr>
            </w:pPr>
          </w:p>
        </w:tc>
        <w:tc>
          <w:tcPr>
            <w:tcW w:w="3685" w:type="dxa"/>
          </w:tcPr>
          <w:p w14:paraId="7DDB09E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717F6D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3C14C33"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35A667D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9951C5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086C1676"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3009319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EA54B5"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77C0870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592D006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C07F70"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52E5E91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2FCC1F9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E7688A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1466335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2D7D654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4E4CA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1831119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48633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A2A224"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0033210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5E90384D"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624894"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3487347A" w14:textId="77777777" w:rsidR="006544F8" w:rsidRDefault="006544F8" w:rsidP="006544F8">
            <w:pPr>
              <w:spacing w:after="0" w:line="240" w:lineRule="auto"/>
              <w:rPr>
                <w:rFonts w:asciiTheme="minorHAnsi" w:hAnsiTheme="minorHAnsi"/>
                <w:b/>
                <w:noProof/>
              </w:rPr>
            </w:pPr>
          </w:p>
          <w:p w14:paraId="41F4F693"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DA43F7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51239EC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E82C92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CCB84A"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11C6D25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37F225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F54AD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32EFEE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A6C4BF7"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67AB184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9D00616"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2C8631B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D5C1C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F56BD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5E37BA80"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AFAA9B4"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1D4D12C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C2D28C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37770DF"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6831C75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58BA4F5E"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E83AA6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D04813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8241C6"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1F21F67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4F9DD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B9D52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6433A9C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361BA3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DD2F76"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072829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4094BC0"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13ABDD9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4DBB2FB"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7316BD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5E0379E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68D92E"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F60850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A497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B6E40C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3FB87E18" w14:textId="77777777" w:rsidR="006544F8" w:rsidRDefault="006544F8" w:rsidP="006544F8">
            <w:pPr>
              <w:spacing w:after="0" w:line="240" w:lineRule="auto"/>
              <w:rPr>
                <w:rFonts w:asciiTheme="minorHAnsi" w:hAnsiTheme="minorHAnsi"/>
                <w:b/>
                <w:noProof/>
              </w:rPr>
            </w:pPr>
          </w:p>
          <w:p w14:paraId="23CA2A1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DBDD09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15F7B34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4516F7A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74BA63A"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C34E473" w14:textId="77777777" w:rsidR="006544F8" w:rsidRDefault="006544F8" w:rsidP="006544F8">
            <w:pPr>
              <w:spacing w:after="0" w:line="240" w:lineRule="auto"/>
              <w:rPr>
                <w:rFonts w:asciiTheme="minorHAnsi" w:hAnsiTheme="minorHAnsi"/>
                <w:b/>
                <w:noProof/>
              </w:rPr>
            </w:pPr>
          </w:p>
          <w:p w14:paraId="042CE07B" w14:textId="77777777" w:rsidR="006544F8" w:rsidRDefault="006544F8" w:rsidP="006544F8">
            <w:pPr>
              <w:spacing w:after="0" w:line="240" w:lineRule="auto"/>
              <w:rPr>
                <w:rFonts w:asciiTheme="minorHAnsi" w:hAnsiTheme="minorHAnsi"/>
                <w:b/>
                <w:noProof/>
              </w:rPr>
            </w:pPr>
          </w:p>
          <w:p w14:paraId="48AC73D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AE52945"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46D02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A4CC4D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D2861B2"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138A5D5"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653EB0BF"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10F7D7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2E27ABE5"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352D887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2FA307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1322B2AE"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16A93F5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ED8189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335166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7CF3FA78"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EECE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656F614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6451D4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6DCBC5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4D321B1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480751E"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3477003D"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F1A01AC"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23BF1467"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747E831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7B62483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450EE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3FE2B20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6D5992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60BFA0F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47A0D6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5961CA2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795969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8AE7CC8"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FB3D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DF4410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E70CE7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2AE57A4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8F5E9A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2D11CC8A"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1EE0A3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FABC9A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091675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253725A4"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C64445F"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0F8E7EB"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D9F9A2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6EEA638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3B4CA1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E5ECE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2ABF0FA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7EC90F9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2676F4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5525518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19B9810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0D59C87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C9733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4FABD01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12FAE6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6C17C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75D82C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04AFC3A"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D42439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1228BF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7BB22A3" w14:textId="77777777" w:rsidR="006544F8" w:rsidRPr="00192AD6" w:rsidRDefault="006544F8" w:rsidP="006544F8">
      <w:pPr>
        <w:spacing w:after="240" w:line="264" w:lineRule="auto"/>
        <w:rPr>
          <w:rFonts w:asciiTheme="minorHAnsi" w:hAnsiTheme="minorHAnsi"/>
          <w:sz w:val="18"/>
          <w:szCs w:val="18"/>
        </w:rPr>
      </w:pPr>
    </w:p>
    <w:p w14:paraId="012C960B"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2684DAC5"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1C988F0"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3B974E92"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36ADFE12" w14:textId="77777777" w:rsidR="006544F8" w:rsidRPr="00192AD6" w:rsidRDefault="006544F8" w:rsidP="006544F8">
      <w:pPr>
        <w:spacing w:after="240" w:line="264" w:lineRule="auto"/>
        <w:jc w:val="both"/>
        <w:rPr>
          <w:rFonts w:asciiTheme="minorHAnsi" w:hAnsiTheme="minorHAnsi"/>
          <w:sz w:val="18"/>
          <w:szCs w:val="18"/>
        </w:rPr>
      </w:pPr>
    </w:p>
    <w:p w14:paraId="4BF8D9DF" w14:textId="77777777" w:rsidR="00682647" w:rsidRDefault="00682647" w:rsidP="00392910">
      <w:pPr>
        <w:pStyle w:val="SoDTextbezodsazen"/>
      </w:pPr>
    </w:p>
    <w:p w14:paraId="24CB17FB"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B09D2" w14:textId="77777777" w:rsidR="00F64529" w:rsidRDefault="00F64529" w:rsidP="00962258">
      <w:pPr>
        <w:spacing w:after="0" w:line="240" w:lineRule="auto"/>
      </w:pPr>
      <w:r>
        <w:separator/>
      </w:r>
    </w:p>
  </w:endnote>
  <w:endnote w:type="continuationSeparator" w:id="0">
    <w:p w14:paraId="5188C1D6" w14:textId="77777777" w:rsidR="00F64529" w:rsidRDefault="00F6452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1D05" w:rsidRPr="003462EB" w14:paraId="5E902674" w14:textId="77777777" w:rsidTr="00D453DF">
      <w:tc>
        <w:tcPr>
          <w:tcW w:w="1021" w:type="dxa"/>
          <w:vAlign w:val="bottom"/>
        </w:tcPr>
        <w:p w14:paraId="63008561" w14:textId="77777777" w:rsidR="009D1D05" w:rsidRPr="00B8518B" w:rsidRDefault="009D1D05"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2609BC79" w14:textId="77777777" w:rsidR="009D1D05" w:rsidRPr="00003F09" w:rsidRDefault="009D1D05" w:rsidP="00003F09">
          <w:pPr>
            <w:pStyle w:val="SoDZpatvlevo"/>
          </w:pPr>
          <w:r>
            <w:t xml:space="preserve">Smlouva o dílo na </w:t>
          </w:r>
          <w:r w:rsidRPr="000A7FDE">
            <w:t xml:space="preserve">Zhotovení stavby </w:t>
          </w:r>
        </w:p>
      </w:tc>
    </w:tr>
  </w:tbl>
  <w:p w14:paraId="5B200854" w14:textId="77777777" w:rsidR="009D1D05" w:rsidRPr="00747C0A" w:rsidRDefault="009D1D0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1D05" w:rsidRPr="003462EB" w14:paraId="392DCE24" w14:textId="77777777" w:rsidTr="00D453DF">
      <w:tc>
        <w:tcPr>
          <w:tcW w:w="1021" w:type="dxa"/>
          <w:vAlign w:val="bottom"/>
        </w:tcPr>
        <w:p w14:paraId="0F0A5C17" w14:textId="77777777" w:rsidR="009D1D05" w:rsidRPr="00B8518B" w:rsidRDefault="009D1D0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1B7B8997" w14:textId="77777777" w:rsidR="009D1D05" w:rsidRPr="007E0D11" w:rsidRDefault="009D1D05" w:rsidP="007E0D11">
          <w:pPr>
            <w:pStyle w:val="SoDZpatvlevo"/>
            <w:rPr>
              <w:b/>
            </w:rPr>
          </w:pPr>
          <w:r>
            <w:rPr>
              <w:b/>
            </w:rPr>
            <w:t>Příloha č. 4</w:t>
          </w:r>
        </w:p>
        <w:p w14:paraId="6D5A3846" w14:textId="77777777" w:rsidR="009D1D05" w:rsidRPr="003462EB" w:rsidRDefault="009D1D05" w:rsidP="007E0D11">
          <w:pPr>
            <w:pStyle w:val="SoDZpatvlevo"/>
          </w:pPr>
          <w:r>
            <w:t>Smlouva o dílo na Z</w:t>
          </w:r>
          <w:r w:rsidRPr="003462EB">
            <w:t xml:space="preserve">hotovení stavby </w:t>
          </w:r>
        </w:p>
      </w:tc>
    </w:tr>
  </w:tbl>
  <w:p w14:paraId="2D4A0688" w14:textId="77777777" w:rsidR="009D1D05" w:rsidRPr="00747C0A" w:rsidRDefault="009D1D0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1D05" w:rsidRPr="009E09BE" w14:paraId="4855B887" w14:textId="77777777" w:rsidTr="00D453DF">
      <w:tc>
        <w:tcPr>
          <w:tcW w:w="0" w:type="auto"/>
          <w:tcMar>
            <w:left w:w="0" w:type="dxa"/>
            <w:right w:w="0" w:type="dxa"/>
          </w:tcMar>
          <w:vAlign w:val="bottom"/>
        </w:tcPr>
        <w:p w14:paraId="13F60D62" w14:textId="77777777" w:rsidR="009D1D05" w:rsidRPr="007E0D11" w:rsidRDefault="009D1D05" w:rsidP="00D453DF">
          <w:pPr>
            <w:pStyle w:val="SoDZpatvpravo"/>
            <w:rPr>
              <w:b/>
            </w:rPr>
          </w:pPr>
          <w:r w:rsidRPr="007E0D11">
            <w:rPr>
              <w:b/>
            </w:rPr>
            <w:t xml:space="preserve">Příloha č. </w:t>
          </w:r>
          <w:r>
            <w:rPr>
              <w:b/>
            </w:rPr>
            <w:t>4</w:t>
          </w:r>
        </w:p>
        <w:p w14:paraId="616C1542" w14:textId="77777777" w:rsidR="009D1D05" w:rsidRPr="003462EB" w:rsidRDefault="009D1D05"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A7868B6" w14:textId="1FAB407F" w:rsidR="009D1D05" w:rsidRPr="009E09BE" w:rsidRDefault="009D1D05"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63BC9">
            <w:rPr>
              <w:rStyle w:val="slostrnky"/>
              <w:noProof/>
            </w:rPr>
            <w:t>1</w:t>
          </w:r>
          <w:r>
            <w:rPr>
              <w:rStyle w:val="slostrnky"/>
            </w:rPr>
            <w:fldChar w:fldCharType="end"/>
          </w:r>
        </w:p>
      </w:tc>
    </w:tr>
  </w:tbl>
  <w:p w14:paraId="1B94E58B" w14:textId="77777777" w:rsidR="009D1D05" w:rsidRPr="00B8518B" w:rsidRDefault="009D1D0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1D05" w:rsidRPr="003462EB" w14:paraId="7941278D" w14:textId="77777777" w:rsidTr="00D453DF">
      <w:tc>
        <w:tcPr>
          <w:tcW w:w="1021" w:type="dxa"/>
          <w:vAlign w:val="bottom"/>
        </w:tcPr>
        <w:p w14:paraId="43E62F0B" w14:textId="625C652B" w:rsidR="009D1D05" w:rsidRPr="00B8518B" w:rsidRDefault="009D1D0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63BC9">
            <w:rPr>
              <w:rStyle w:val="slostrnky"/>
              <w:noProof/>
            </w:rPr>
            <w:t>2</w:t>
          </w:r>
          <w:r>
            <w:rPr>
              <w:rStyle w:val="slostrnky"/>
            </w:rPr>
            <w:fldChar w:fldCharType="end"/>
          </w:r>
        </w:p>
      </w:tc>
      <w:tc>
        <w:tcPr>
          <w:tcW w:w="0" w:type="auto"/>
          <w:vAlign w:val="bottom"/>
        </w:tcPr>
        <w:p w14:paraId="70A79D66" w14:textId="77777777" w:rsidR="009D1D05" w:rsidRPr="007E0D11" w:rsidRDefault="009D1D05" w:rsidP="007E0D11">
          <w:pPr>
            <w:pStyle w:val="SoDZpatvlevo"/>
            <w:rPr>
              <w:b/>
            </w:rPr>
          </w:pPr>
          <w:r>
            <w:rPr>
              <w:b/>
            </w:rPr>
            <w:t>Příloha č. 5</w:t>
          </w:r>
        </w:p>
        <w:p w14:paraId="694E3B2D" w14:textId="77777777" w:rsidR="009D1D05" w:rsidRPr="003462EB" w:rsidRDefault="009D1D05" w:rsidP="007E0D11">
          <w:pPr>
            <w:pStyle w:val="SoDZpatvlevo"/>
          </w:pPr>
          <w:r>
            <w:t>Smlouva o dílo na Z</w:t>
          </w:r>
          <w:r w:rsidRPr="003462EB">
            <w:t xml:space="preserve">hotovení stavby </w:t>
          </w:r>
        </w:p>
      </w:tc>
    </w:tr>
  </w:tbl>
  <w:p w14:paraId="5397563D" w14:textId="77777777" w:rsidR="009D1D05" w:rsidRPr="00747C0A" w:rsidRDefault="009D1D0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1D05" w:rsidRPr="009E09BE" w14:paraId="71C6812D" w14:textId="77777777" w:rsidTr="00D453DF">
      <w:tc>
        <w:tcPr>
          <w:tcW w:w="0" w:type="auto"/>
          <w:tcMar>
            <w:left w:w="0" w:type="dxa"/>
            <w:right w:w="0" w:type="dxa"/>
          </w:tcMar>
          <w:vAlign w:val="bottom"/>
        </w:tcPr>
        <w:p w14:paraId="3F6CF6E0" w14:textId="77777777" w:rsidR="009D1D05" w:rsidRPr="007E0D11" w:rsidRDefault="009D1D05" w:rsidP="00D453DF">
          <w:pPr>
            <w:pStyle w:val="SoDZpatvpravo"/>
            <w:rPr>
              <w:b/>
            </w:rPr>
          </w:pPr>
          <w:r w:rsidRPr="007E0D11">
            <w:rPr>
              <w:b/>
            </w:rPr>
            <w:t xml:space="preserve">Příloha č. </w:t>
          </w:r>
          <w:r>
            <w:rPr>
              <w:b/>
            </w:rPr>
            <w:t>5</w:t>
          </w:r>
        </w:p>
        <w:p w14:paraId="5247C039" w14:textId="77777777" w:rsidR="009D1D05" w:rsidRPr="003462EB" w:rsidRDefault="009D1D05"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5A6242C" w14:textId="378CE2EC" w:rsidR="009D1D05" w:rsidRPr="009E09BE" w:rsidRDefault="009D1D05"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63BC9">
            <w:rPr>
              <w:rStyle w:val="slostrnky"/>
              <w:noProof/>
            </w:rPr>
            <w:t>2</w:t>
          </w:r>
          <w:r>
            <w:rPr>
              <w:rStyle w:val="slostrnky"/>
            </w:rPr>
            <w:fldChar w:fldCharType="end"/>
          </w:r>
        </w:p>
      </w:tc>
    </w:tr>
  </w:tbl>
  <w:p w14:paraId="67568957" w14:textId="77777777" w:rsidR="009D1D05" w:rsidRPr="00B8518B" w:rsidRDefault="009D1D0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1D05" w:rsidRPr="003462EB" w14:paraId="3D65B983" w14:textId="77777777" w:rsidTr="00D453DF">
      <w:tc>
        <w:tcPr>
          <w:tcW w:w="1021" w:type="dxa"/>
          <w:vAlign w:val="bottom"/>
        </w:tcPr>
        <w:p w14:paraId="7FD203F5" w14:textId="77777777" w:rsidR="009D1D05" w:rsidRPr="00B8518B" w:rsidRDefault="009D1D0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36EEDD45" w14:textId="77777777" w:rsidR="009D1D05" w:rsidRPr="007E0D11" w:rsidRDefault="009D1D05" w:rsidP="007E0D11">
          <w:pPr>
            <w:pStyle w:val="SoDZpatvlevo"/>
            <w:rPr>
              <w:b/>
            </w:rPr>
          </w:pPr>
          <w:r>
            <w:rPr>
              <w:b/>
            </w:rPr>
            <w:t>Příloha č. 6</w:t>
          </w:r>
        </w:p>
        <w:p w14:paraId="04AB5EEF" w14:textId="77777777" w:rsidR="009D1D05" w:rsidRPr="003462EB" w:rsidRDefault="009D1D05" w:rsidP="007E0D11">
          <w:pPr>
            <w:pStyle w:val="SoDZpatvlevo"/>
          </w:pPr>
          <w:r>
            <w:t>Smlouva o dílo na Z</w:t>
          </w:r>
          <w:r w:rsidRPr="003462EB">
            <w:t xml:space="preserve">hotovení stavby </w:t>
          </w:r>
        </w:p>
      </w:tc>
    </w:tr>
  </w:tbl>
  <w:p w14:paraId="028AA365" w14:textId="77777777" w:rsidR="009D1D05" w:rsidRPr="00747C0A" w:rsidRDefault="009D1D0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1D05" w:rsidRPr="009E09BE" w14:paraId="7305958D" w14:textId="77777777" w:rsidTr="00D453DF">
      <w:tc>
        <w:tcPr>
          <w:tcW w:w="0" w:type="auto"/>
          <w:tcMar>
            <w:left w:w="0" w:type="dxa"/>
            <w:right w:w="0" w:type="dxa"/>
          </w:tcMar>
          <w:vAlign w:val="bottom"/>
        </w:tcPr>
        <w:p w14:paraId="0D305045" w14:textId="77777777" w:rsidR="009D1D05" w:rsidRPr="007E0D11" w:rsidRDefault="009D1D05" w:rsidP="00D453DF">
          <w:pPr>
            <w:pStyle w:val="SoDZpatvpravo"/>
            <w:rPr>
              <w:b/>
            </w:rPr>
          </w:pPr>
          <w:r w:rsidRPr="007E0D11">
            <w:rPr>
              <w:b/>
            </w:rPr>
            <w:t xml:space="preserve">Příloha č. </w:t>
          </w:r>
          <w:r>
            <w:rPr>
              <w:b/>
            </w:rPr>
            <w:t>6</w:t>
          </w:r>
        </w:p>
        <w:p w14:paraId="11843179" w14:textId="77777777" w:rsidR="009D1D05" w:rsidRPr="003462EB" w:rsidRDefault="009D1D05"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76AB099" w14:textId="1BBADCE5" w:rsidR="009D1D05" w:rsidRPr="009E09BE" w:rsidRDefault="009D1D05"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63BC9">
            <w:rPr>
              <w:rStyle w:val="slostrnky"/>
              <w:noProof/>
            </w:rPr>
            <w:t>1</w:t>
          </w:r>
          <w:r>
            <w:rPr>
              <w:rStyle w:val="slostrnky"/>
            </w:rPr>
            <w:fldChar w:fldCharType="end"/>
          </w:r>
        </w:p>
      </w:tc>
    </w:tr>
  </w:tbl>
  <w:p w14:paraId="3847365D" w14:textId="77777777" w:rsidR="009D1D05" w:rsidRPr="00B8518B" w:rsidRDefault="009D1D0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1D05" w:rsidRPr="003462EB" w14:paraId="55ADF1DC" w14:textId="77777777" w:rsidTr="00D453DF">
      <w:tc>
        <w:tcPr>
          <w:tcW w:w="1021" w:type="dxa"/>
          <w:vAlign w:val="bottom"/>
        </w:tcPr>
        <w:p w14:paraId="06682BBB" w14:textId="77777777" w:rsidR="009D1D05" w:rsidRPr="00B8518B" w:rsidRDefault="009D1D0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562533D" w14:textId="77777777" w:rsidR="009D1D05" w:rsidRPr="007E0D11" w:rsidRDefault="009D1D05" w:rsidP="007E0D11">
          <w:pPr>
            <w:pStyle w:val="SoDZpatvlevo"/>
            <w:rPr>
              <w:b/>
            </w:rPr>
          </w:pPr>
          <w:r>
            <w:rPr>
              <w:b/>
            </w:rPr>
            <w:t>Příloha č. 7</w:t>
          </w:r>
        </w:p>
        <w:p w14:paraId="08202EBE" w14:textId="77777777" w:rsidR="009D1D05" w:rsidRPr="003462EB" w:rsidRDefault="009D1D05" w:rsidP="007E0D11">
          <w:pPr>
            <w:pStyle w:val="SoDZpatvlevo"/>
          </w:pPr>
          <w:r>
            <w:t>Smlouva o dílo na Z</w:t>
          </w:r>
          <w:r w:rsidRPr="003462EB">
            <w:t xml:space="preserve">hotovení stavby </w:t>
          </w:r>
        </w:p>
      </w:tc>
    </w:tr>
  </w:tbl>
  <w:p w14:paraId="0D245FAA" w14:textId="77777777" w:rsidR="009D1D05" w:rsidRPr="00747C0A" w:rsidRDefault="009D1D0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1D05" w:rsidRPr="009E09BE" w14:paraId="0DF4066A" w14:textId="77777777" w:rsidTr="00D453DF">
      <w:tc>
        <w:tcPr>
          <w:tcW w:w="0" w:type="auto"/>
          <w:tcMar>
            <w:left w:w="0" w:type="dxa"/>
            <w:right w:w="0" w:type="dxa"/>
          </w:tcMar>
          <w:vAlign w:val="bottom"/>
        </w:tcPr>
        <w:p w14:paraId="2F22E1AB" w14:textId="77777777" w:rsidR="009D1D05" w:rsidRPr="007E0D11" w:rsidRDefault="009D1D05" w:rsidP="00D453DF">
          <w:pPr>
            <w:pStyle w:val="SoDZpatvpravo"/>
            <w:rPr>
              <w:b/>
            </w:rPr>
          </w:pPr>
          <w:r w:rsidRPr="007E0D11">
            <w:rPr>
              <w:b/>
            </w:rPr>
            <w:t xml:space="preserve">Příloha č. </w:t>
          </w:r>
          <w:r>
            <w:rPr>
              <w:b/>
            </w:rPr>
            <w:t>7</w:t>
          </w:r>
        </w:p>
        <w:p w14:paraId="68382FD7" w14:textId="77777777" w:rsidR="009D1D05" w:rsidRPr="003462EB" w:rsidRDefault="009D1D05"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4E903953" w14:textId="3B3114CA" w:rsidR="009D1D05" w:rsidRPr="009E09BE" w:rsidRDefault="009D1D05"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63BC9">
            <w:rPr>
              <w:rStyle w:val="slostrnky"/>
              <w:noProof/>
            </w:rPr>
            <w:t>1</w:t>
          </w:r>
          <w:r>
            <w:rPr>
              <w:rStyle w:val="slostrnky"/>
            </w:rPr>
            <w:fldChar w:fldCharType="end"/>
          </w:r>
        </w:p>
      </w:tc>
    </w:tr>
  </w:tbl>
  <w:p w14:paraId="65A6BB24" w14:textId="77777777" w:rsidR="009D1D05" w:rsidRPr="00B8518B" w:rsidRDefault="009D1D0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1D05" w:rsidRPr="003462EB" w14:paraId="5625BA0B" w14:textId="77777777" w:rsidTr="00D453DF">
      <w:tc>
        <w:tcPr>
          <w:tcW w:w="1021" w:type="dxa"/>
          <w:vAlign w:val="bottom"/>
        </w:tcPr>
        <w:p w14:paraId="45B16DE4" w14:textId="77777777" w:rsidR="009D1D05" w:rsidRPr="00B8518B" w:rsidRDefault="009D1D0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42D19E6B" w14:textId="77777777" w:rsidR="009D1D05" w:rsidRPr="007E0D11" w:rsidRDefault="009D1D05" w:rsidP="007E0D11">
          <w:pPr>
            <w:pStyle w:val="SoDZpatvlevo"/>
            <w:rPr>
              <w:b/>
            </w:rPr>
          </w:pPr>
          <w:r>
            <w:rPr>
              <w:b/>
            </w:rPr>
            <w:t>Příloha č. 8</w:t>
          </w:r>
        </w:p>
        <w:p w14:paraId="7EB7397F" w14:textId="77777777" w:rsidR="009D1D05" w:rsidRPr="003462EB" w:rsidRDefault="009D1D05" w:rsidP="007E0D11">
          <w:pPr>
            <w:pStyle w:val="SoDZpatvlevo"/>
          </w:pPr>
          <w:r>
            <w:t>Smlouva o dílo na Z</w:t>
          </w:r>
          <w:r w:rsidRPr="003462EB">
            <w:t xml:space="preserve">hotovení stavby </w:t>
          </w:r>
        </w:p>
      </w:tc>
    </w:tr>
  </w:tbl>
  <w:p w14:paraId="005F0A0C" w14:textId="77777777" w:rsidR="009D1D05" w:rsidRPr="00747C0A" w:rsidRDefault="009D1D0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1D05" w:rsidRPr="009E09BE" w14:paraId="4730E85C" w14:textId="77777777" w:rsidTr="00D453DF">
      <w:tc>
        <w:tcPr>
          <w:tcW w:w="0" w:type="auto"/>
          <w:tcMar>
            <w:left w:w="0" w:type="dxa"/>
            <w:right w:w="0" w:type="dxa"/>
          </w:tcMar>
          <w:vAlign w:val="bottom"/>
        </w:tcPr>
        <w:p w14:paraId="00B38746" w14:textId="77777777" w:rsidR="009D1D05" w:rsidRPr="007E0D11" w:rsidRDefault="009D1D05" w:rsidP="00D453DF">
          <w:pPr>
            <w:pStyle w:val="SoDZpatvpravo"/>
            <w:rPr>
              <w:b/>
            </w:rPr>
          </w:pPr>
          <w:r w:rsidRPr="007E0D11">
            <w:rPr>
              <w:b/>
            </w:rPr>
            <w:t xml:space="preserve">Příloha č. </w:t>
          </w:r>
          <w:r>
            <w:rPr>
              <w:b/>
            </w:rPr>
            <w:t>8</w:t>
          </w:r>
        </w:p>
        <w:p w14:paraId="02593E15" w14:textId="77777777" w:rsidR="009D1D05" w:rsidRPr="003462EB" w:rsidRDefault="009D1D05"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4AF6134" w14:textId="06455DD2" w:rsidR="009D1D05" w:rsidRPr="009E09BE" w:rsidRDefault="009D1D05"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63BC9">
            <w:rPr>
              <w:rStyle w:val="slostrnky"/>
              <w:noProof/>
            </w:rPr>
            <w:t>1</w:t>
          </w:r>
          <w:r>
            <w:rPr>
              <w:rStyle w:val="slostrnky"/>
            </w:rPr>
            <w:fldChar w:fldCharType="end"/>
          </w:r>
        </w:p>
      </w:tc>
    </w:tr>
  </w:tbl>
  <w:p w14:paraId="3A4EE228" w14:textId="77777777" w:rsidR="009D1D05" w:rsidRPr="00B8518B" w:rsidRDefault="009D1D0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1D05" w:rsidRPr="009E09BE" w14:paraId="1C90CF5F" w14:textId="77777777" w:rsidTr="00D453DF">
      <w:tc>
        <w:tcPr>
          <w:tcW w:w="0" w:type="auto"/>
          <w:tcMar>
            <w:left w:w="0" w:type="dxa"/>
            <w:right w:w="0" w:type="dxa"/>
          </w:tcMar>
          <w:vAlign w:val="bottom"/>
        </w:tcPr>
        <w:p w14:paraId="6892985A" w14:textId="77777777" w:rsidR="009D1D05" w:rsidRPr="003462EB" w:rsidRDefault="009D1D05"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5AEBA11D" w14:textId="77777777" w:rsidR="009D1D05" w:rsidRPr="009E09BE" w:rsidRDefault="009D1D05"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7A703052" w14:textId="77777777" w:rsidR="009D1D05" w:rsidRPr="00B8518B" w:rsidRDefault="009D1D0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1D05" w:rsidRPr="003462EB" w14:paraId="4628331B" w14:textId="77777777" w:rsidTr="00D453DF">
      <w:tc>
        <w:tcPr>
          <w:tcW w:w="1021" w:type="dxa"/>
          <w:vAlign w:val="bottom"/>
        </w:tcPr>
        <w:p w14:paraId="610C09D4" w14:textId="77777777" w:rsidR="009D1D05" w:rsidRPr="00B8518B" w:rsidRDefault="009D1D0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5E1E667" w14:textId="77777777" w:rsidR="009D1D05" w:rsidRPr="007E0D11" w:rsidRDefault="009D1D05" w:rsidP="007E0D11">
          <w:pPr>
            <w:pStyle w:val="SoDZpatvlevo"/>
            <w:rPr>
              <w:b/>
            </w:rPr>
          </w:pPr>
          <w:r>
            <w:rPr>
              <w:b/>
            </w:rPr>
            <w:t>Příloha č. 9</w:t>
          </w:r>
        </w:p>
        <w:p w14:paraId="6650D5D5" w14:textId="77777777" w:rsidR="009D1D05" w:rsidRPr="003462EB" w:rsidRDefault="009D1D05" w:rsidP="007E0D11">
          <w:pPr>
            <w:pStyle w:val="SoDZpatvlevo"/>
          </w:pPr>
          <w:r>
            <w:t>Smlouva o dílo na Z</w:t>
          </w:r>
          <w:r w:rsidRPr="003462EB">
            <w:t xml:space="preserve">hotovení stavby </w:t>
          </w:r>
        </w:p>
      </w:tc>
    </w:tr>
  </w:tbl>
  <w:p w14:paraId="0F3D6DC6" w14:textId="77777777" w:rsidR="009D1D05" w:rsidRPr="00747C0A" w:rsidRDefault="009D1D0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1D05" w:rsidRPr="009E09BE" w14:paraId="51D55E48" w14:textId="77777777" w:rsidTr="00D453DF">
      <w:tc>
        <w:tcPr>
          <w:tcW w:w="0" w:type="auto"/>
          <w:tcMar>
            <w:left w:w="0" w:type="dxa"/>
            <w:right w:w="0" w:type="dxa"/>
          </w:tcMar>
          <w:vAlign w:val="bottom"/>
        </w:tcPr>
        <w:p w14:paraId="6A3F9D91" w14:textId="77777777" w:rsidR="009D1D05" w:rsidRPr="007E0D11" w:rsidRDefault="009D1D05" w:rsidP="00D453DF">
          <w:pPr>
            <w:pStyle w:val="SoDZpatvpravo"/>
            <w:rPr>
              <w:b/>
            </w:rPr>
          </w:pPr>
          <w:r w:rsidRPr="007E0D11">
            <w:rPr>
              <w:b/>
            </w:rPr>
            <w:t xml:space="preserve">Příloha č. </w:t>
          </w:r>
          <w:r>
            <w:rPr>
              <w:b/>
            </w:rPr>
            <w:t>9</w:t>
          </w:r>
        </w:p>
        <w:p w14:paraId="258CBDE3" w14:textId="77777777" w:rsidR="009D1D05" w:rsidRPr="003462EB" w:rsidRDefault="009D1D05"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35D6AC2" w14:textId="63FFAA58" w:rsidR="009D1D05" w:rsidRPr="009E09BE" w:rsidRDefault="009D1D05"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63BC9">
            <w:rPr>
              <w:rStyle w:val="slostrnky"/>
              <w:noProof/>
            </w:rPr>
            <w:t>1</w:t>
          </w:r>
          <w:r>
            <w:rPr>
              <w:rStyle w:val="slostrnky"/>
            </w:rPr>
            <w:fldChar w:fldCharType="end"/>
          </w:r>
        </w:p>
      </w:tc>
    </w:tr>
  </w:tbl>
  <w:p w14:paraId="018EC6C7" w14:textId="77777777" w:rsidR="009D1D05" w:rsidRPr="00B8518B" w:rsidRDefault="009D1D05"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1D05" w:rsidRPr="003462EB" w14:paraId="24BD4745" w14:textId="77777777" w:rsidTr="00D453DF">
      <w:tc>
        <w:tcPr>
          <w:tcW w:w="1021" w:type="dxa"/>
          <w:vAlign w:val="bottom"/>
        </w:tcPr>
        <w:p w14:paraId="487E9A88" w14:textId="77777777" w:rsidR="009D1D05" w:rsidRPr="00B8518B" w:rsidRDefault="009D1D0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BFB1C2A" w14:textId="77777777" w:rsidR="009D1D05" w:rsidRPr="007E0D11" w:rsidRDefault="009D1D05" w:rsidP="007E0D11">
          <w:pPr>
            <w:pStyle w:val="SoDZpatvlevo"/>
            <w:rPr>
              <w:b/>
            </w:rPr>
          </w:pPr>
          <w:r>
            <w:rPr>
              <w:b/>
            </w:rPr>
            <w:t>Příloha č. 10</w:t>
          </w:r>
        </w:p>
        <w:p w14:paraId="2B74390C" w14:textId="77777777" w:rsidR="009D1D05" w:rsidRPr="003462EB" w:rsidRDefault="009D1D05" w:rsidP="007E0D11">
          <w:pPr>
            <w:pStyle w:val="SoDZpatvlevo"/>
          </w:pPr>
          <w:r>
            <w:t>Smlouva o dílo na Z</w:t>
          </w:r>
          <w:r w:rsidRPr="003462EB">
            <w:t xml:space="preserve">hotovení stavby </w:t>
          </w:r>
        </w:p>
      </w:tc>
    </w:tr>
  </w:tbl>
  <w:p w14:paraId="0C63E79A" w14:textId="77777777" w:rsidR="009D1D05" w:rsidRPr="00747C0A" w:rsidRDefault="009D1D05">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1D05" w:rsidRPr="009E09BE" w14:paraId="1AE68AED" w14:textId="77777777" w:rsidTr="00D453DF">
      <w:tc>
        <w:tcPr>
          <w:tcW w:w="0" w:type="auto"/>
          <w:tcMar>
            <w:left w:w="0" w:type="dxa"/>
            <w:right w:w="0" w:type="dxa"/>
          </w:tcMar>
          <w:vAlign w:val="bottom"/>
        </w:tcPr>
        <w:p w14:paraId="1EDD85AA" w14:textId="77777777" w:rsidR="009D1D05" w:rsidRPr="007E0D11" w:rsidRDefault="009D1D05" w:rsidP="00D453DF">
          <w:pPr>
            <w:pStyle w:val="SoDZpatvpravo"/>
            <w:rPr>
              <w:b/>
            </w:rPr>
          </w:pPr>
          <w:r w:rsidRPr="007E0D11">
            <w:rPr>
              <w:b/>
            </w:rPr>
            <w:t xml:space="preserve">Příloha č. </w:t>
          </w:r>
          <w:r>
            <w:rPr>
              <w:b/>
            </w:rPr>
            <w:t>10</w:t>
          </w:r>
        </w:p>
        <w:p w14:paraId="335D8055" w14:textId="77777777" w:rsidR="009D1D05" w:rsidRPr="003462EB" w:rsidRDefault="009D1D05"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51111D9" w14:textId="6E5791C9" w:rsidR="009D1D05" w:rsidRPr="009E09BE" w:rsidRDefault="009D1D05"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63BC9">
            <w:rPr>
              <w:rStyle w:val="slostrnky"/>
              <w:noProof/>
            </w:rPr>
            <w:t>1</w:t>
          </w:r>
          <w:r>
            <w:rPr>
              <w:rStyle w:val="slostrnky"/>
            </w:rPr>
            <w:fldChar w:fldCharType="end"/>
          </w:r>
        </w:p>
      </w:tc>
    </w:tr>
  </w:tbl>
  <w:p w14:paraId="196C5874" w14:textId="77777777" w:rsidR="009D1D05" w:rsidRPr="00B8518B" w:rsidRDefault="009D1D05"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1D05" w:rsidRPr="003462EB" w14:paraId="00930CE2" w14:textId="77777777" w:rsidTr="00D453DF">
      <w:tc>
        <w:tcPr>
          <w:tcW w:w="1021" w:type="dxa"/>
          <w:vAlign w:val="bottom"/>
        </w:tcPr>
        <w:p w14:paraId="2DEFACB2" w14:textId="74939963" w:rsidR="009D1D05" w:rsidRPr="00B8518B" w:rsidRDefault="009D1D0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63BC9">
            <w:rPr>
              <w:rStyle w:val="slostrnky"/>
              <w:noProof/>
            </w:rPr>
            <w:t>4</w:t>
          </w:r>
          <w:r>
            <w:rPr>
              <w:rStyle w:val="slostrnky"/>
            </w:rPr>
            <w:fldChar w:fldCharType="end"/>
          </w:r>
        </w:p>
      </w:tc>
      <w:tc>
        <w:tcPr>
          <w:tcW w:w="0" w:type="auto"/>
          <w:vAlign w:val="bottom"/>
        </w:tcPr>
        <w:p w14:paraId="5EC0E8A7" w14:textId="77777777" w:rsidR="009D1D05" w:rsidRPr="007E0D11" w:rsidRDefault="009D1D05" w:rsidP="007E0D11">
          <w:pPr>
            <w:pStyle w:val="SoDZpatvlevo"/>
            <w:rPr>
              <w:b/>
            </w:rPr>
          </w:pPr>
          <w:r>
            <w:rPr>
              <w:b/>
            </w:rPr>
            <w:t>Příloha č. 11</w:t>
          </w:r>
        </w:p>
        <w:p w14:paraId="29AA2D27" w14:textId="77777777" w:rsidR="009D1D05" w:rsidRPr="003462EB" w:rsidRDefault="009D1D05" w:rsidP="007E0D11">
          <w:pPr>
            <w:pStyle w:val="SoDZpatvlevo"/>
          </w:pPr>
          <w:r>
            <w:t>Smlouva o dílo na Z</w:t>
          </w:r>
          <w:r w:rsidRPr="003462EB">
            <w:t xml:space="preserve">hotovení stavby </w:t>
          </w:r>
        </w:p>
      </w:tc>
    </w:tr>
  </w:tbl>
  <w:p w14:paraId="2461FA2B" w14:textId="77777777" w:rsidR="009D1D05" w:rsidRPr="00747C0A" w:rsidRDefault="009D1D05">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1D05" w:rsidRPr="009E09BE" w14:paraId="7996CB72" w14:textId="77777777" w:rsidTr="00D453DF">
      <w:tc>
        <w:tcPr>
          <w:tcW w:w="0" w:type="auto"/>
          <w:tcMar>
            <w:left w:w="0" w:type="dxa"/>
            <w:right w:w="0" w:type="dxa"/>
          </w:tcMar>
          <w:vAlign w:val="bottom"/>
        </w:tcPr>
        <w:p w14:paraId="36BFE336" w14:textId="77777777" w:rsidR="009D1D05" w:rsidRPr="007E0D11" w:rsidRDefault="009D1D05" w:rsidP="00D453DF">
          <w:pPr>
            <w:pStyle w:val="SoDZpatvpravo"/>
            <w:rPr>
              <w:b/>
            </w:rPr>
          </w:pPr>
          <w:r w:rsidRPr="007E0D11">
            <w:rPr>
              <w:b/>
            </w:rPr>
            <w:t xml:space="preserve">Příloha č. </w:t>
          </w:r>
          <w:r>
            <w:rPr>
              <w:b/>
            </w:rPr>
            <w:t>11</w:t>
          </w:r>
        </w:p>
        <w:p w14:paraId="7A7C5DBD" w14:textId="77777777" w:rsidR="009D1D05" w:rsidRPr="003462EB" w:rsidRDefault="009D1D05"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02514AC" w14:textId="2DE93BEF" w:rsidR="009D1D05" w:rsidRPr="009E09BE" w:rsidRDefault="009D1D05"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63BC9">
            <w:rPr>
              <w:rStyle w:val="slostrnky"/>
              <w:noProof/>
            </w:rPr>
            <w:t>4</w:t>
          </w:r>
          <w:r>
            <w:rPr>
              <w:rStyle w:val="slostrnky"/>
            </w:rPr>
            <w:fldChar w:fldCharType="end"/>
          </w:r>
        </w:p>
      </w:tc>
    </w:tr>
  </w:tbl>
  <w:p w14:paraId="2907C0C3" w14:textId="77777777" w:rsidR="009D1D05" w:rsidRPr="00B8518B" w:rsidRDefault="009D1D0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370E1" w14:textId="77777777" w:rsidR="009D1D05" w:rsidRPr="00B3350F" w:rsidRDefault="009D1D05" w:rsidP="00E73A2F">
    <w:pPr>
      <w:spacing w:after="0" w:line="240" w:lineRule="auto"/>
      <w:rPr>
        <w:sz w:val="4"/>
        <w:szCs w:val="4"/>
      </w:rPr>
    </w:pPr>
    <w:r w:rsidRPr="004C7962">
      <w:rPr>
        <w:noProof/>
        <w:lang w:eastAsia="cs-CZ"/>
      </w:rPr>
      <w:drawing>
        <wp:inline distT="0" distB="0" distL="0" distR="0" wp14:anchorId="568A3FCF" wp14:editId="10BEC88F">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278506A2" w14:textId="48CE63B5" w:rsidR="009D1D05" w:rsidRPr="00EF529C" w:rsidRDefault="009D1D05" w:rsidP="00E73A2F">
    <w:pPr>
      <w:pStyle w:val="Zpat"/>
      <w:rPr>
        <w:rFonts w:cs="Calibri"/>
        <w:sz w:val="4"/>
        <w:szCs w:val="4"/>
      </w:rPr>
    </w:pPr>
  </w:p>
  <w:p w14:paraId="355C4D6B" w14:textId="77777777" w:rsidR="009D1D05" w:rsidRPr="00B9342A" w:rsidRDefault="009D1D05">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1D05" w:rsidRPr="003462EB" w14:paraId="3BD0E2E4" w14:textId="77777777" w:rsidTr="00D453DF">
      <w:tc>
        <w:tcPr>
          <w:tcW w:w="1021" w:type="dxa"/>
          <w:vAlign w:val="bottom"/>
        </w:tcPr>
        <w:p w14:paraId="23879DDD" w14:textId="77777777" w:rsidR="009D1D05" w:rsidRPr="00B8518B" w:rsidRDefault="009D1D0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4BFE04F" w14:textId="77777777" w:rsidR="009D1D05" w:rsidRPr="007E0D11" w:rsidRDefault="009D1D05" w:rsidP="007E0D11">
          <w:pPr>
            <w:pStyle w:val="SoDZpatvlevo"/>
            <w:rPr>
              <w:b/>
            </w:rPr>
          </w:pPr>
          <w:r w:rsidRPr="007E0D11">
            <w:rPr>
              <w:b/>
            </w:rPr>
            <w:t>Příloha č. 1</w:t>
          </w:r>
        </w:p>
        <w:p w14:paraId="700CF2F0" w14:textId="77777777" w:rsidR="009D1D05" w:rsidRPr="003462EB" w:rsidRDefault="009D1D05" w:rsidP="007E0D11">
          <w:pPr>
            <w:pStyle w:val="SoDZpatvlevo"/>
          </w:pPr>
          <w:r>
            <w:t>Smlouva o dílo na Z</w:t>
          </w:r>
          <w:r w:rsidRPr="003462EB">
            <w:t xml:space="preserve">hotovení stavby </w:t>
          </w:r>
        </w:p>
      </w:tc>
    </w:tr>
  </w:tbl>
  <w:p w14:paraId="579D087D" w14:textId="77777777" w:rsidR="009D1D05" w:rsidRPr="00747C0A" w:rsidRDefault="009D1D0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1D05" w:rsidRPr="009E09BE" w14:paraId="69539101" w14:textId="77777777" w:rsidTr="00D453DF">
      <w:tc>
        <w:tcPr>
          <w:tcW w:w="0" w:type="auto"/>
          <w:tcMar>
            <w:left w:w="0" w:type="dxa"/>
            <w:right w:w="0" w:type="dxa"/>
          </w:tcMar>
          <w:vAlign w:val="bottom"/>
        </w:tcPr>
        <w:p w14:paraId="57007080" w14:textId="77777777" w:rsidR="009D1D05" w:rsidRPr="007E0D11" w:rsidRDefault="009D1D05" w:rsidP="00D453DF">
          <w:pPr>
            <w:pStyle w:val="SoDZpatvpravo"/>
            <w:rPr>
              <w:b/>
            </w:rPr>
          </w:pPr>
          <w:r w:rsidRPr="007E0D11">
            <w:rPr>
              <w:b/>
            </w:rPr>
            <w:t>Příloha č. 1</w:t>
          </w:r>
        </w:p>
        <w:p w14:paraId="46E8B0EC" w14:textId="77777777" w:rsidR="009D1D05" w:rsidRPr="003462EB" w:rsidRDefault="009D1D05"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7D82014" w14:textId="798A745E" w:rsidR="009D1D05" w:rsidRPr="009E09BE" w:rsidRDefault="009D1D05"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63BC9">
            <w:rPr>
              <w:rStyle w:val="slostrnky"/>
              <w:noProof/>
            </w:rPr>
            <w:t>1</w:t>
          </w:r>
          <w:r>
            <w:rPr>
              <w:rStyle w:val="slostrnky"/>
            </w:rPr>
            <w:fldChar w:fldCharType="end"/>
          </w:r>
        </w:p>
      </w:tc>
    </w:tr>
  </w:tbl>
  <w:p w14:paraId="45EEC93A" w14:textId="77777777" w:rsidR="009D1D05" w:rsidRPr="00B8518B" w:rsidRDefault="009D1D0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1D05" w:rsidRPr="003462EB" w14:paraId="5B7EE748" w14:textId="77777777" w:rsidTr="00D453DF">
      <w:tc>
        <w:tcPr>
          <w:tcW w:w="1021" w:type="dxa"/>
          <w:vAlign w:val="bottom"/>
        </w:tcPr>
        <w:p w14:paraId="0F5D2607" w14:textId="0F05FA9D" w:rsidR="009D1D05" w:rsidRPr="00B8518B" w:rsidRDefault="009D1D0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63BC9">
            <w:rPr>
              <w:rStyle w:val="slostrnky"/>
              <w:noProof/>
            </w:rPr>
            <w:t>3</w:t>
          </w:r>
          <w:r>
            <w:rPr>
              <w:rStyle w:val="slostrnky"/>
            </w:rPr>
            <w:fldChar w:fldCharType="end"/>
          </w:r>
        </w:p>
      </w:tc>
      <w:tc>
        <w:tcPr>
          <w:tcW w:w="0" w:type="auto"/>
          <w:vAlign w:val="bottom"/>
        </w:tcPr>
        <w:p w14:paraId="0388A70C" w14:textId="77777777" w:rsidR="009D1D05" w:rsidRPr="007E0D11" w:rsidRDefault="009D1D05" w:rsidP="007E0D11">
          <w:pPr>
            <w:pStyle w:val="SoDZpatvlevo"/>
            <w:rPr>
              <w:b/>
            </w:rPr>
          </w:pPr>
          <w:r>
            <w:rPr>
              <w:b/>
            </w:rPr>
            <w:t>Příloha č. 2</w:t>
          </w:r>
        </w:p>
        <w:p w14:paraId="2C7D3C4C" w14:textId="77777777" w:rsidR="009D1D05" w:rsidRPr="003462EB" w:rsidRDefault="009D1D05" w:rsidP="007E0D11">
          <w:pPr>
            <w:pStyle w:val="SoDZpatvlevo"/>
          </w:pPr>
          <w:r>
            <w:t>Smlouva o dílo na Z</w:t>
          </w:r>
          <w:r w:rsidRPr="003462EB">
            <w:t xml:space="preserve">hotovení stavby </w:t>
          </w:r>
        </w:p>
      </w:tc>
    </w:tr>
  </w:tbl>
  <w:p w14:paraId="2E7B8D6C" w14:textId="77777777" w:rsidR="009D1D05" w:rsidRPr="00747C0A" w:rsidRDefault="009D1D0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1D05" w:rsidRPr="009E09BE" w14:paraId="22B11E0C" w14:textId="77777777" w:rsidTr="00D453DF">
      <w:tc>
        <w:tcPr>
          <w:tcW w:w="0" w:type="auto"/>
          <w:tcMar>
            <w:left w:w="0" w:type="dxa"/>
            <w:right w:w="0" w:type="dxa"/>
          </w:tcMar>
          <w:vAlign w:val="bottom"/>
        </w:tcPr>
        <w:p w14:paraId="2CE46663" w14:textId="77777777" w:rsidR="009D1D05" w:rsidRPr="007E0D11" w:rsidRDefault="009D1D05" w:rsidP="00D453DF">
          <w:pPr>
            <w:pStyle w:val="SoDZpatvpravo"/>
            <w:rPr>
              <w:b/>
            </w:rPr>
          </w:pPr>
          <w:r w:rsidRPr="007E0D11">
            <w:rPr>
              <w:b/>
            </w:rPr>
            <w:t xml:space="preserve">Příloha č. </w:t>
          </w:r>
          <w:r>
            <w:rPr>
              <w:b/>
            </w:rPr>
            <w:t>2</w:t>
          </w:r>
        </w:p>
        <w:p w14:paraId="5138AA52" w14:textId="77777777" w:rsidR="009D1D05" w:rsidRPr="003462EB" w:rsidRDefault="009D1D05"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5EAFB23" w14:textId="76CD021F" w:rsidR="009D1D05" w:rsidRPr="009E09BE" w:rsidRDefault="009D1D05"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63BC9">
            <w:rPr>
              <w:rStyle w:val="slostrnky"/>
              <w:noProof/>
            </w:rPr>
            <w:t>3</w:t>
          </w:r>
          <w:r>
            <w:rPr>
              <w:rStyle w:val="slostrnky"/>
            </w:rPr>
            <w:fldChar w:fldCharType="end"/>
          </w:r>
        </w:p>
      </w:tc>
    </w:tr>
  </w:tbl>
  <w:p w14:paraId="7FDA6BE7" w14:textId="77777777" w:rsidR="009D1D05" w:rsidRPr="00B8518B" w:rsidRDefault="009D1D0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D1D05" w:rsidRPr="003462EB" w14:paraId="28FBC955" w14:textId="77777777" w:rsidTr="00D453DF">
      <w:tc>
        <w:tcPr>
          <w:tcW w:w="1021" w:type="dxa"/>
          <w:vAlign w:val="bottom"/>
        </w:tcPr>
        <w:p w14:paraId="1D87FB10" w14:textId="77777777" w:rsidR="009D1D05" w:rsidRPr="00B8518B" w:rsidRDefault="009D1D05"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4B760B8" w14:textId="77777777" w:rsidR="009D1D05" w:rsidRPr="007E0D11" w:rsidRDefault="009D1D05" w:rsidP="007E0D11">
          <w:pPr>
            <w:pStyle w:val="SoDZpatvlevo"/>
            <w:rPr>
              <w:b/>
            </w:rPr>
          </w:pPr>
          <w:r>
            <w:rPr>
              <w:b/>
            </w:rPr>
            <w:t>Příloha č. 3</w:t>
          </w:r>
        </w:p>
        <w:p w14:paraId="0A062666" w14:textId="77777777" w:rsidR="009D1D05" w:rsidRPr="003462EB" w:rsidRDefault="009D1D05" w:rsidP="007E0D11">
          <w:pPr>
            <w:pStyle w:val="SoDZpatvlevo"/>
          </w:pPr>
          <w:r>
            <w:t>Smlouva o dílo na Z</w:t>
          </w:r>
          <w:r w:rsidRPr="003462EB">
            <w:t xml:space="preserve">hotovení stavby </w:t>
          </w:r>
        </w:p>
      </w:tc>
    </w:tr>
  </w:tbl>
  <w:p w14:paraId="5E679725" w14:textId="77777777" w:rsidR="009D1D05" w:rsidRPr="00747C0A" w:rsidRDefault="009D1D0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1D05" w:rsidRPr="009E09BE" w14:paraId="28572CEE" w14:textId="77777777" w:rsidTr="00D453DF">
      <w:tc>
        <w:tcPr>
          <w:tcW w:w="0" w:type="auto"/>
          <w:tcMar>
            <w:left w:w="0" w:type="dxa"/>
            <w:right w:w="0" w:type="dxa"/>
          </w:tcMar>
          <w:vAlign w:val="bottom"/>
        </w:tcPr>
        <w:p w14:paraId="72A56D02" w14:textId="77777777" w:rsidR="009D1D05" w:rsidRPr="007E0D11" w:rsidRDefault="009D1D05" w:rsidP="00D453DF">
          <w:pPr>
            <w:pStyle w:val="SoDZpatvpravo"/>
            <w:rPr>
              <w:b/>
            </w:rPr>
          </w:pPr>
          <w:r w:rsidRPr="007E0D11">
            <w:rPr>
              <w:b/>
            </w:rPr>
            <w:t xml:space="preserve">Příloha č. </w:t>
          </w:r>
          <w:r>
            <w:rPr>
              <w:b/>
            </w:rPr>
            <w:t>3</w:t>
          </w:r>
        </w:p>
        <w:p w14:paraId="4F53E9D3" w14:textId="77777777" w:rsidR="009D1D05" w:rsidRPr="003462EB" w:rsidRDefault="009D1D05"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13E267B" w14:textId="2EC6A65C" w:rsidR="009D1D05" w:rsidRPr="009E09BE" w:rsidRDefault="009D1D05"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63BC9">
            <w:rPr>
              <w:rStyle w:val="slostrnky"/>
              <w:noProof/>
            </w:rPr>
            <w:t>1</w:t>
          </w:r>
          <w:r>
            <w:rPr>
              <w:rStyle w:val="slostrnky"/>
            </w:rPr>
            <w:fldChar w:fldCharType="end"/>
          </w:r>
        </w:p>
      </w:tc>
    </w:tr>
  </w:tbl>
  <w:p w14:paraId="33635DAF" w14:textId="77777777" w:rsidR="009D1D05" w:rsidRPr="00B8518B" w:rsidRDefault="009D1D0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95D63" w14:textId="77777777" w:rsidR="00F64529" w:rsidRDefault="00F64529" w:rsidP="00962258">
      <w:pPr>
        <w:spacing w:after="0" w:line="240" w:lineRule="auto"/>
      </w:pPr>
      <w:r>
        <w:separator/>
      </w:r>
    </w:p>
  </w:footnote>
  <w:footnote w:type="continuationSeparator" w:id="0">
    <w:p w14:paraId="55F47F58" w14:textId="77777777" w:rsidR="00F64529" w:rsidRDefault="00F6452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1D05" w14:paraId="6CF46A50" w14:textId="77777777" w:rsidTr="00B22106">
      <w:trPr>
        <w:trHeight w:hRule="exact" w:val="936"/>
      </w:trPr>
      <w:tc>
        <w:tcPr>
          <w:tcW w:w="1361" w:type="dxa"/>
          <w:tcMar>
            <w:left w:w="0" w:type="dxa"/>
            <w:right w:w="0" w:type="dxa"/>
          </w:tcMar>
        </w:tcPr>
        <w:p w14:paraId="7A6D6F0E" w14:textId="77777777" w:rsidR="009D1D05" w:rsidRPr="00B8518B" w:rsidRDefault="009D1D05" w:rsidP="00FC6389">
          <w:pPr>
            <w:pStyle w:val="Zpat"/>
            <w:rPr>
              <w:rStyle w:val="slostrnky"/>
            </w:rPr>
          </w:pPr>
        </w:p>
      </w:tc>
      <w:tc>
        <w:tcPr>
          <w:tcW w:w="3458" w:type="dxa"/>
          <w:shd w:val="clear" w:color="auto" w:fill="auto"/>
          <w:tcMar>
            <w:left w:w="0" w:type="dxa"/>
            <w:right w:w="0" w:type="dxa"/>
          </w:tcMar>
        </w:tcPr>
        <w:p w14:paraId="534A56A2" w14:textId="77777777" w:rsidR="009D1D05" w:rsidRDefault="009D1D05" w:rsidP="00FC6389">
          <w:pPr>
            <w:pStyle w:val="Zpat"/>
          </w:pPr>
          <w:r>
            <w:rPr>
              <w:noProof/>
              <w:lang w:eastAsia="cs-CZ"/>
            </w:rPr>
            <w:drawing>
              <wp:anchor distT="0" distB="0" distL="114300" distR="114300" simplePos="0" relativeHeight="251672576" behindDoc="0" locked="1" layoutInCell="1" allowOverlap="1" wp14:anchorId="5A37A0BC" wp14:editId="231E255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5EA6A14" w14:textId="77777777" w:rsidR="009D1D05" w:rsidRPr="00D6163D" w:rsidRDefault="009D1D05" w:rsidP="00FC6389">
          <w:pPr>
            <w:pStyle w:val="Druhdokumentu"/>
          </w:pPr>
        </w:p>
      </w:tc>
    </w:tr>
    <w:tr w:rsidR="009D1D05" w14:paraId="0D2E9E69" w14:textId="77777777" w:rsidTr="00B22106">
      <w:trPr>
        <w:trHeight w:hRule="exact" w:val="936"/>
      </w:trPr>
      <w:tc>
        <w:tcPr>
          <w:tcW w:w="1361" w:type="dxa"/>
          <w:tcMar>
            <w:left w:w="0" w:type="dxa"/>
            <w:right w:w="0" w:type="dxa"/>
          </w:tcMar>
        </w:tcPr>
        <w:p w14:paraId="779F7239" w14:textId="77777777" w:rsidR="009D1D05" w:rsidRPr="00B8518B" w:rsidRDefault="009D1D05" w:rsidP="00FC6389">
          <w:pPr>
            <w:pStyle w:val="Zpat"/>
            <w:rPr>
              <w:rStyle w:val="slostrnky"/>
            </w:rPr>
          </w:pPr>
        </w:p>
      </w:tc>
      <w:tc>
        <w:tcPr>
          <w:tcW w:w="3458" w:type="dxa"/>
          <w:shd w:val="clear" w:color="auto" w:fill="auto"/>
          <w:tcMar>
            <w:left w:w="0" w:type="dxa"/>
            <w:right w:w="0" w:type="dxa"/>
          </w:tcMar>
        </w:tcPr>
        <w:p w14:paraId="3AEDFBF4" w14:textId="77777777" w:rsidR="009D1D05" w:rsidRDefault="009D1D05" w:rsidP="00FC6389">
          <w:pPr>
            <w:pStyle w:val="Zpat"/>
          </w:pPr>
        </w:p>
      </w:tc>
      <w:tc>
        <w:tcPr>
          <w:tcW w:w="5756" w:type="dxa"/>
          <w:shd w:val="clear" w:color="auto" w:fill="auto"/>
          <w:tcMar>
            <w:left w:w="0" w:type="dxa"/>
            <w:right w:w="0" w:type="dxa"/>
          </w:tcMar>
        </w:tcPr>
        <w:p w14:paraId="56E7943C" w14:textId="77777777" w:rsidR="009D1D05" w:rsidRPr="00D6163D" w:rsidRDefault="009D1D05" w:rsidP="00FC6389">
          <w:pPr>
            <w:pStyle w:val="Druhdokumentu"/>
          </w:pPr>
        </w:p>
      </w:tc>
    </w:tr>
  </w:tbl>
  <w:p w14:paraId="507FE91A" w14:textId="77777777" w:rsidR="009D1D05" w:rsidRPr="00D6163D" w:rsidRDefault="009D1D05" w:rsidP="00FC6389">
    <w:pPr>
      <w:pStyle w:val="Zhlav"/>
      <w:rPr>
        <w:sz w:val="8"/>
        <w:szCs w:val="8"/>
      </w:rPr>
    </w:pPr>
  </w:p>
  <w:p w14:paraId="561E64CF" w14:textId="77777777" w:rsidR="009D1D05" w:rsidRPr="00460660" w:rsidRDefault="009D1D05">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C92C2" w14:textId="77777777" w:rsidR="009D1D05" w:rsidRPr="00D6163D" w:rsidRDefault="009D1D05">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4AAA3" w14:textId="77777777" w:rsidR="009D1D05" w:rsidRPr="00D6163D" w:rsidRDefault="009D1D05">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F9FCB" w14:textId="77777777" w:rsidR="009D1D05" w:rsidRDefault="009D1D05">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0703A" w14:textId="77777777" w:rsidR="009D1D05" w:rsidRPr="00D6163D" w:rsidRDefault="009D1D05">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533F0" w14:textId="77777777" w:rsidR="009D1D05" w:rsidRDefault="009D1D05">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CB5EA" w14:textId="77777777" w:rsidR="009D1D05" w:rsidRPr="00D6163D" w:rsidRDefault="009D1D0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0E1E0" w14:textId="77777777" w:rsidR="009D1D05" w:rsidRPr="00D6163D" w:rsidRDefault="009D1D0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4A1CF" w14:textId="77777777" w:rsidR="009D1D05" w:rsidRPr="00D6163D" w:rsidRDefault="009D1D0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F011F" w14:textId="77777777" w:rsidR="009D1D05" w:rsidRPr="00D6163D" w:rsidRDefault="009D1D0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D08D8" w14:textId="77777777" w:rsidR="009D1D05" w:rsidRPr="00D6163D" w:rsidRDefault="009D1D0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EDB08" w14:textId="77777777" w:rsidR="009D1D05" w:rsidRPr="00D6163D" w:rsidRDefault="009D1D0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84427" w14:textId="77777777" w:rsidR="009D1D05" w:rsidRDefault="009D1D05">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858E2" w14:textId="77777777" w:rsidR="009D1D05" w:rsidRPr="00D6163D" w:rsidRDefault="009D1D0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254CC" w14:textId="77777777" w:rsidR="009D1D05" w:rsidRDefault="009D1D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4"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 w15:restartNumberingAfterBreak="0">
    <w:nsid w:val="60B8434F"/>
    <w:multiLevelType w:val="hybridMultilevel"/>
    <w:tmpl w:val="7026E9BA"/>
    <w:lvl w:ilvl="0" w:tplc="2C3A2B6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8"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61493818">
    <w:abstractNumId w:val="2"/>
  </w:num>
  <w:num w:numId="2" w16cid:durableId="1492674984">
    <w:abstractNumId w:val="0"/>
  </w:num>
  <w:num w:numId="3" w16cid:durableId="1115248113">
    <w:abstractNumId w:val="9"/>
  </w:num>
  <w:num w:numId="4" w16cid:durableId="377634446">
    <w:abstractNumId w:val="3"/>
  </w:num>
  <w:num w:numId="5" w16cid:durableId="536697057">
    <w:abstractNumId w:val="4"/>
  </w:num>
  <w:num w:numId="6" w16cid:durableId="1666930948">
    <w:abstractNumId w:val="5"/>
  </w:num>
  <w:num w:numId="7" w16cid:durableId="510845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97157302">
    <w:abstractNumId w:val="7"/>
  </w:num>
  <w:num w:numId="9" w16cid:durableId="631907713">
    <w:abstractNumId w:val="8"/>
  </w:num>
  <w:num w:numId="10" w16cid:durableId="5343181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814718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79893528">
    <w:abstractNumId w:val="1"/>
  </w:num>
  <w:num w:numId="13" w16cid:durableId="16001422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631705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512701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22278441">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138A"/>
    <w:rsid w:val="00017F3C"/>
    <w:rsid w:val="000207DA"/>
    <w:rsid w:val="00026C50"/>
    <w:rsid w:val="00041EC8"/>
    <w:rsid w:val="000424C4"/>
    <w:rsid w:val="00047AA6"/>
    <w:rsid w:val="0006588D"/>
    <w:rsid w:val="00065C54"/>
    <w:rsid w:val="00067A5E"/>
    <w:rsid w:val="00070482"/>
    <w:rsid w:val="000706BA"/>
    <w:rsid w:val="000719BB"/>
    <w:rsid w:val="00072A65"/>
    <w:rsid w:val="00072C1E"/>
    <w:rsid w:val="00076695"/>
    <w:rsid w:val="00077A9D"/>
    <w:rsid w:val="00077CE2"/>
    <w:rsid w:val="000803BD"/>
    <w:rsid w:val="0009746C"/>
    <w:rsid w:val="000977AF"/>
    <w:rsid w:val="000A2358"/>
    <w:rsid w:val="000A7A01"/>
    <w:rsid w:val="000B1818"/>
    <w:rsid w:val="000B4EB8"/>
    <w:rsid w:val="000B7511"/>
    <w:rsid w:val="000B7E02"/>
    <w:rsid w:val="000C41F2"/>
    <w:rsid w:val="000C707C"/>
    <w:rsid w:val="000D19CF"/>
    <w:rsid w:val="000D22C4"/>
    <w:rsid w:val="000D27D1"/>
    <w:rsid w:val="000D37E2"/>
    <w:rsid w:val="000E03DC"/>
    <w:rsid w:val="000E08BF"/>
    <w:rsid w:val="000E1A7F"/>
    <w:rsid w:val="000E2FBE"/>
    <w:rsid w:val="000F2094"/>
    <w:rsid w:val="000F4198"/>
    <w:rsid w:val="00112864"/>
    <w:rsid w:val="00114472"/>
    <w:rsid w:val="00114988"/>
    <w:rsid w:val="00115069"/>
    <w:rsid w:val="001150F2"/>
    <w:rsid w:val="00122BF9"/>
    <w:rsid w:val="00122EFB"/>
    <w:rsid w:val="001231F7"/>
    <w:rsid w:val="00124654"/>
    <w:rsid w:val="00140D27"/>
    <w:rsid w:val="00140E94"/>
    <w:rsid w:val="00143682"/>
    <w:rsid w:val="00143EC0"/>
    <w:rsid w:val="0014540A"/>
    <w:rsid w:val="00145B09"/>
    <w:rsid w:val="00146B8C"/>
    <w:rsid w:val="00154F78"/>
    <w:rsid w:val="00160F8A"/>
    <w:rsid w:val="00161FAA"/>
    <w:rsid w:val="001621ED"/>
    <w:rsid w:val="001656A2"/>
    <w:rsid w:val="00165977"/>
    <w:rsid w:val="00166633"/>
    <w:rsid w:val="00170EC5"/>
    <w:rsid w:val="0017293D"/>
    <w:rsid w:val="001747C1"/>
    <w:rsid w:val="00174F68"/>
    <w:rsid w:val="00175C0A"/>
    <w:rsid w:val="001761E0"/>
    <w:rsid w:val="00177D6B"/>
    <w:rsid w:val="0018312F"/>
    <w:rsid w:val="00184A0D"/>
    <w:rsid w:val="001874F3"/>
    <w:rsid w:val="00187A96"/>
    <w:rsid w:val="001906C2"/>
    <w:rsid w:val="00191F90"/>
    <w:rsid w:val="001A0EA7"/>
    <w:rsid w:val="001B0274"/>
    <w:rsid w:val="001B0C16"/>
    <w:rsid w:val="001B325A"/>
    <w:rsid w:val="001B41B3"/>
    <w:rsid w:val="001B4729"/>
    <w:rsid w:val="001B4E74"/>
    <w:rsid w:val="001B625A"/>
    <w:rsid w:val="001B785B"/>
    <w:rsid w:val="001C30FB"/>
    <w:rsid w:val="001C5817"/>
    <w:rsid w:val="001C645F"/>
    <w:rsid w:val="001C65FE"/>
    <w:rsid w:val="001C7FB8"/>
    <w:rsid w:val="001E056E"/>
    <w:rsid w:val="001E63D3"/>
    <w:rsid w:val="001E678E"/>
    <w:rsid w:val="001F2502"/>
    <w:rsid w:val="001F5F37"/>
    <w:rsid w:val="001F62DE"/>
    <w:rsid w:val="002038D5"/>
    <w:rsid w:val="002045DD"/>
    <w:rsid w:val="002055CA"/>
    <w:rsid w:val="002071BB"/>
    <w:rsid w:val="002072FC"/>
    <w:rsid w:val="00207DF5"/>
    <w:rsid w:val="00207EBF"/>
    <w:rsid w:val="0021572B"/>
    <w:rsid w:val="00222886"/>
    <w:rsid w:val="00224437"/>
    <w:rsid w:val="00226EBB"/>
    <w:rsid w:val="00236F78"/>
    <w:rsid w:val="002400B1"/>
    <w:rsid w:val="00240B81"/>
    <w:rsid w:val="00244CA4"/>
    <w:rsid w:val="00247D01"/>
    <w:rsid w:val="0025340D"/>
    <w:rsid w:val="00255B10"/>
    <w:rsid w:val="00255FB9"/>
    <w:rsid w:val="00261A5B"/>
    <w:rsid w:val="00262E5B"/>
    <w:rsid w:val="0027055C"/>
    <w:rsid w:val="00270A39"/>
    <w:rsid w:val="00274E67"/>
    <w:rsid w:val="00276AFE"/>
    <w:rsid w:val="00285CCC"/>
    <w:rsid w:val="00285D40"/>
    <w:rsid w:val="00286CB6"/>
    <w:rsid w:val="00286D4D"/>
    <w:rsid w:val="002A3B57"/>
    <w:rsid w:val="002A5E2D"/>
    <w:rsid w:val="002A5EA8"/>
    <w:rsid w:val="002B2A52"/>
    <w:rsid w:val="002B5F7D"/>
    <w:rsid w:val="002B7AC7"/>
    <w:rsid w:val="002C03C9"/>
    <w:rsid w:val="002C31BF"/>
    <w:rsid w:val="002C6663"/>
    <w:rsid w:val="002D4801"/>
    <w:rsid w:val="002D7BAE"/>
    <w:rsid w:val="002D7FD6"/>
    <w:rsid w:val="002E0CD7"/>
    <w:rsid w:val="002E0CFB"/>
    <w:rsid w:val="002E4514"/>
    <w:rsid w:val="002E5C7B"/>
    <w:rsid w:val="002F0F55"/>
    <w:rsid w:val="002F4333"/>
    <w:rsid w:val="00300636"/>
    <w:rsid w:val="00314507"/>
    <w:rsid w:val="00320DE8"/>
    <w:rsid w:val="00321875"/>
    <w:rsid w:val="003253CB"/>
    <w:rsid w:val="00327EEF"/>
    <w:rsid w:val="0033239F"/>
    <w:rsid w:val="003349C1"/>
    <w:rsid w:val="00335C22"/>
    <w:rsid w:val="0034230B"/>
    <w:rsid w:val="0034274B"/>
    <w:rsid w:val="0034719F"/>
    <w:rsid w:val="00350A35"/>
    <w:rsid w:val="00353277"/>
    <w:rsid w:val="0035389F"/>
    <w:rsid w:val="00353B98"/>
    <w:rsid w:val="003571D8"/>
    <w:rsid w:val="00357BC6"/>
    <w:rsid w:val="00361422"/>
    <w:rsid w:val="00367ABD"/>
    <w:rsid w:val="00373130"/>
    <w:rsid w:val="003734E0"/>
    <w:rsid w:val="00374BDE"/>
    <w:rsid w:val="0037545D"/>
    <w:rsid w:val="00376418"/>
    <w:rsid w:val="00377426"/>
    <w:rsid w:val="0038199C"/>
    <w:rsid w:val="00390720"/>
    <w:rsid w:val="00392910"/>
    <w:rsid w:val="00392EB6"/>
    <w:rsid w:val="003956C6"/>
    <w:rsid w:val="003A305D"/>
    <w:rsid w:val="003B11D6"/>
    <w:rsid w:val="003B23D6"/>
    <w:rsid w:val="003C0D3F"/>
    <w:rsid w:val="003C1FD9"/>
    <w:rsid w:val="003C33F2"/>
    <w:rsid w:val="003D0437"/>
    <w:rsid w:val="003D21CC"/>
    <w:rsid w:val="003D4A94"/>
    <w:rsid w:val="003D756E"/>
    <w:rsid w:val="003E0248"/>
    <w:rsid w:val="003E3720"/>
    <w:rsid w:val="003E420D"/>
    <w:rsid w:val="003E4C13"/>
    <w:rsid w:val="004078F3"/>
    <w:rsid w:val="00422E5B"/>
    <w:rsid w:val="00427794"/>
    <w:rsid w:val="004328E4"/>
    <w:rsid w:val="00435D4B"/>
    <w:rsid w:val="0044204C"/>
    <w:rsid w:val="00442C8C"/>
    <w:rsid w:val="004438B7"/>
    <w:rsid w:val="00450F07"/>
    <w:rsid w:val="0045180B"/>
    <w:rsid w:val="00453CD3"/>
    <w:rsid w:val="00454A70"/>
    <w:rsid w:val="00460660"/>
    <w:rsid w:val="00464BA9"/>
    <w:rsid w:val="00470D99"/>
    <w:rsid w:val="00473518"/>
    <w:rsid w:val="00474F9B"/>
    <w:rsid w:val="00483969"/>
    <w:rsid w:val="00485F2F"/>
    <w:rsid w:val="00486107"/>
    <w:rsid w:val="00486B6E"/>
    <w:rsid w:val="0049117E"/>
    <w:rsid w:val="00491827"/>
    <w:rsid w:val="004950A5"/>
    <w:rsid w:val="004A0D31"/>
    <w:rsid w:val="004A3456"/>
    <w:rsid w:val="004A7E18"/>
    <w:rsid w:val="004B2AA0"/>
    <w:rsid w:val="004B386F"/>
    <w:rsid w:val="004B419B"/>
    <w:rsid w:val="004B6353"/>
    <w:rsid w:val="004C0F01"/>
    <w:rsid w:val="004C285D"/>
    <w:rsid w:val="004C4399"/>
    <w:rsid w:val="004C4BF4"/>
    <w:rsid w:val="004C787C"/>
    <w:rsid w:val="004D008A"/>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158B"/>
    <w:rsid w:val="00535348"/>
    <w:rsid w:val="00535F39"/>
    <w:rsid w:val="005406EB"/>
    <w:rsid w:val="00544816"/>
    <w:rsid w:val="00551AC3"/>
    <w:rsid w:val="005522DD"/>
    <w:rsid w:val="00553375"/>
    <w:rsid w:val="00553701"/>
    <w:rsid w:val="00555884"/>
    <w:rsid w:val="0056170F"/>
    <w:rsid w:val="00572319"/>
    <w:rsid w:val="005731AC"/>
    <w:rsid w:val="005736B7"/>
    <w:rsid w:val="00575E5A"/>
    <w:rsid w:val="00580245"/>
    <w:rsid w:val="00582A82"/>
    <w:rsid w:val="0058370E"/>
    <w:rsid w:val="00586921"/>
    <w:rsid w:val="005925DB"/>
    <w:rsid w:val="00593A7A"/>
    <w:rsid w:val="0059458D"/>
    <w:rsid w:val="005A1F44"/>
    <w:rsid w:val="005A74B9"/>
    <w:rsid w:val="005C06CE"/>
    <w:rsid w:val="005C3481"/>
    <w:rsid w:val="005D198C"/>
    <w:rsid w:val="005D3C39"/>
    <w:rsid w:val="005D6794"/>
    <w:rsid w:val="005E280C"/>
    <w:rsid w:val="005E5AAF"/>
    <w:rsid w:val="005E7125"/>
    <w:rsid w:val="005E7F36"/>
    <w:rsid w:val="005F431F"/>
    <w:rsid w:val="005F679F"/>
    <w:rsid w:val="00600ECE"/>
    <w:rsid w:val="00601A8C"/>
    <w:rsid w:val="006055BE"/>
    <w:rsid w:val="00607246"/>
    <w:rsid w:val="0061068E"/>
    <w:rsid w:val="006115D3"/>
    <w:rsid w:val="00614EBD"/>
    <w:rsid w:val="006346F9"/>
    <w:rsid w:val="00641CF5"/>
    <w:rsid w:val="006420D8"/>
    <w:rsid w:val="006467C2"/>
    <w:rsid w:val="006544F8"/>
    <w:rsid w:val="0065610E"/>
    <w:rsid w:val="00660AD3"/>
    <w:rsid w:val="006610C6"/>
    <w:rsid w:val="0066414D"/>
    <w:rsid w:val="006671C7"/>
    <w:rsid w:val="006705AA"/>
    <w:rsid w:val="00676F5B"/>
    <w:rsid w:val="006776B6"/>
    <w:rsid w:val="00682647"/>
    <w:rsid w:val="006826EC"/>
    <w:rsid w:val="00683533"/>
    <w:rsid w:val="0068418F"/>
    <w:rsid w:val="00687BB1"/>
    <w:rsid w:val="00693150"/>
    <w:rsid w:val="006A4AC6"/>
    <w:rsid w:val="006A4AF9"/>
    <w:rsid w:val="006A5570"/>
    <w:rsid w:val="006A689C"/>
    <w:rsid w:val="006B0FFD"/>
    <w:rsid w:val="006B1E10"/>
    <w:rsid w:val="006B3B75"/>
    <w:rsid w:val="006B3D79"/>
    <w:rsid w:val="006B53EF"/>
    <w:rsid w:val="006B566F"/>
    <w:rsid w:val="006B5870"/>
    <w:rsid w:val="006B6FE4"/>
    <w:rsid w:val="006C2343"/>
    <w:rsid w:val="006C304E"/>
    <w:rsid w:val="006C442A"/>
    <w:rsid w:val="006D17CF"/>
    <w:rsid w:val="006E0578"/>
    <w:rsid w:val="006E09E9"/>
    <w:rsid w:val="006E158D"/>
    <w:rsid w:val="006E314D"/>
    <w:rsid w:val="006F2FF5"/>
    <w:rsid w:val="006F5E06"/>
    <w:rsid w:val="00704D1E"/>
    <w:rsid w:val="007102D9"/>
    <w:rsid w:val="00710723"/>
    <w:rsid w:val="00710B5F"/>
    <w:rsid w:val="00713432"/>
    <w:rsid w:val="00713778"/>
    <w:rsid w:val="00713B0A"/>
    <w:rsid w:val="007145F3"/>
    <w:rsid w:val="00714939"/>
    <w:rsid w:val="007157F6"/>
    <w:rsid w:val="00723ED1"/>
    <w:rsid w:val="0072731A"/>
    <w:rsid w:val="00731F3D"/>
    <w:rsid w:val="00740AF5"/>
    <w:rsid w:val="00743525"/>
    <w:rsid w:val="007470DC"/>
    <w:rsid w:val="00747C0A"/>
    <w:rsid w:val="007541A2"/>
    <w:rsid w:val="007541D7"/>
    <w:rsid w:val="00755235"/>
    <w:rsid w:val="00755818"/>
    <w:rsid w:val="00755AEB"/>
    <w:rsid w:val="007616C2"/>
    <w:rsid w:val="00761A38"/>
    <w:rsid w:val="0076286B"/>
    <w:rsid w:val="00764290"/>
    <w:rsid w:val="00766169"/>
    <w:rsid w:val="00766846"/>
    <w:rsid w:val="00767399"/>
    <w:rsid w:val="0077673A"/>
    <w:rsid w:val="007775FB"/>
    <w:rsid w:val="00780051"/>
    <w:rsid w:val="00784613"/>
    <w:rsid w:val="007846E1"/>
    <w:rsid w:val="007847D6"/>
    <w:rsid w:val="00790E8D"/>
    <w:rsid w:val="00793A75"/>
    <w:rsid w:val="00795F5C"/>
    <w:rsid w:val="0079665E"/>
    <w:rsid w:val="007A08B0"/>
    <w:rsid w:val="007A0C9A"/>
    <w:rsid w:val="007A0E0E"/>
    <w:rsid w:val="007A38AA"/>
    <w:rsid w:val="007A5172"/>
    <w:rsid w:val="007A5488"/>
    <w:rsid w:val="007A67A0"/>
    <w:rsid w:val="007A69B3"/>
    <w:rsid w:val="007B26A1"/>
    <w:rsid w:val="007B570C"/>
    <w:rsid w:val="007B72FC"/>
    <w:rsid w:val="007C0CFA"/>
    <w:rsid w:val="007C25A5"/>
    <w:rsid w:val="007D0413"/>
    <w:rsid w:val="007D3C4F"/>
    <w:rsid w:val="007E0D11"/>
    <w:rsid w:val="007E4A6E"/>
    <w:rsid w:val="007E69F4"/>
    <w:rsid w:val="007E7840"/>
    <w:rsid w:val="007F06FC"/>
    <w:rsid w:val="007F56A7"/>
    <w:rsid w:val="007F7DB2"/>
    <w:rsid w:val="00800851"/>
    <w:rsid w:val="00802774"/>
    <w:rsid w:val="00804D90"/>
    <w:rsid w:val="00804DEE"/>
    <w:rsid w:val="00807DD0"/>
    <w:rsid w:val="00810FC8"/>
    <w:rsid w:val="008156D5"/>
    <w:rsid w:val="00821D01"/>
    <w:rsid w:val="00826B7B"/>
    <w:rsid w:val="00826C55"/>
    <w:rsid w:val="00831B73"/>
    <w:rsid w:val="0083320B"/>
    <w:rsid w:val="008377FF"/>
    <w:rsid w:val="00845655"/>
    <w:rsid w:val="0084659A"/>
    <w:rsid w:val="00846789"/>
    <w:rsid w:val="00856160"/>
    <w:rsid w:val="008602A6"/>
    <w:rsid w:val="008624E0"/>
    <w:rsid w:val="00866994"/>
    <w:rsid w:val="008774BC"/>
    <w:rsid w:val="00890941"/>
    <w:rsid w:val="00893E0D"/>
    <w:rsid w:val="008946E4"/>
    <w:rsid w:val="00895BC5"/>
    <w:rsid w:val="008A3568"/>
    <w:rsid w:val="008A58E6"/>
    <w:rsid w:val="008A59C6"/>
    <w:rsid w:val="008A63EC"/>
    <w:rsid w:val="008A66FC"/>
    <w:rsid w:val="008B2D4D"/>
    <w:rsid w:val="008B34E5"/>
    <w:rsid w:val="008B5A3D"/>
    <w:rsid w:val="008B5C1C"/>
    <w:rsid w:val="008B77B6"/>
    <w:rsid w:val="008B7C0D"/>
    <w:rsid w:val="008C0E1A"/>
    <w:rsid w:val="008C50F3"/>
    <w:rsid w:val="008C7EFE"/>
    <w:rsid w:val="008D03B9"/>
    <w:rsid w:val="008D30C7"/>
    <w:rsid w:val="008D7DC8"/>
    <w:rsid w:val="008E40F0"/>
    <w:rsid w:val="008F18D6"/>
    <w:rsid w:val="008F2C9B"/>
    <w:rsid w:val="008F6118"/>
    <w:rsid w:val="008F797B"/>
    <w:rsid w:val="00900D26"/>
    <w:rsid w:val="00900E8B"/>
    <w:rsid w:val="00901D57"/>
    <w:rsid w:val="00904614"/>
    <w:rsid w:val="00904780"/>
    <w:rsid w:val="0090635B"/>
    <w:rsid w:val="00911A90"/>
    <w:rsid w:val="00912C9E"/>
    <w:rsid w:val="00912F41"/>
    <w:rsid w:val="009178EF"/>
    <w:rsid w:val="009210FA"/>
    <w:rsid w:val="009216BE"/>
    <w:rsid w:val="00922385"/>
    <w:rsid w:val="009223DF"/>
    <w:rsid w:val="009310F3"/>
    <w:rsid w:val="00936091"/>
    <w:rsid w:val="00940D8A"/>
    <w:rsid w:val="009432C5"/>
    <w:rsid w:val="009506D3"/>
    <w:rsid w:val="00955569"/>
    <w:rsid w:val="00956D52"/>
    <w:rsid w:val="009573FC"/>
    <w:rsid w:val="00960EAA"/>
    <w:rsid w:val="00962258"/>
    <w:rsid w:val="009678B7"/>
    <w:rsid w:val="00970154"/>
    <w:rsid w:val="00973C20"/>
    <w:rsid w:val="00976610"/>
    <w:rsid w:val="0098223D"/>
    <w:rsid w:val="0098705D"/>
    <w:rsid w:val="00992D9C"/>
    <w:rsid w:val="00994A66"/>
    <w:rsid w:val="00996CB8"/>
    <w:rsid w:val="009977AD"/>
    <w:rsid w:val="009B2DA8"/>
    <w:rsid w:val="009B2E97"/>
    <w:rsid w:val="009B4201"/>
    <w:rsid w:val="009B5146"/>
    <w:rsid w:val="009C0257"/>
    <w:rsid w:val="009C06E6"/>
    <w:rsid w:val="009C418E"/>
    <w:rsid w:val="009C442C"/>
    <w:rsid w:val="009C4C0E"/>
    <w:rsid w:val="009C52E8"/>
    <w:rsid w:val="009C62BF"/>
    <w:rsid w:val="009C675E"/>
    <w:rsid w:val="009C7587"/>
    <w:rsid w:val="009D06B2"/>
    <w:rsid w:val="009D1CD2"/>
    <w:rsid w:val="009D1D05"/>
    <w:rsid w:val="009D79CF"/>
    <w:rsid w:val="009E07F4"/>
    <w:rsid w:val="009E20FE"/>
    <w:rsid w:val="009E5D23"/>
    <w:rsid w:val="009F0867"/>
    <w:rsid w:val="009F0E85"/>
    <w:rsid w:val="009F309B"/>
    <w:rsid w:val="009F392E"/>
    <w:rsid w:val="009F53C5"/>
    <w:rsid w:val="009F638B"/>
    <w:rsid w:val="00A05614"/>
    <w:rsid w:val="00A0740E"/>
    <w:rsid w:val="00A07BA3"/>
    <w:rsid w:val="00A15423"/>
    <w:rsid w:val="00A217A8"/>
    <w:rsid w:val="00A21A01"/>
    <w:rsid w:val="00A23BFE"/>
    <w:rsid w:val="00A246E5"/>
    <w:rsid w:val="00A24D6F"/>
    <w:rsid w:val="00A25CD0"/>
    <w:rsid w:val="00A32963"/>
    <w:rsid w:val="00A44409"/>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4C2F"/>
    <w:rsid w:val="00A963DE"/>
    <w:rsid w:val="00A973B1"/>
    <w:rsid w:val="00A97C56"/>
    <w:rsid w:val="00AA00A0"/>
    <w:rsid w:val="00AA086D"/>
    <w:rsid w:val="00AA0D12"/>
    <w:rsid w:val="00AA4CBB"/>
    <w:rsid w:val="00AA6252"/>
    <w:rsid w:val="00AA65FA"/>
    <w:rsid w:val="00AA7351"/>
    <w:rsid w:val="00AA7AB8"/>
    <w:rsid w:val="00AA7C12"/>
    <w:rsid w:val="00AB1577"/>
    <w:rsid w:val="00AB5342"/>
    <w:rsid w:val="00AC0ADE"/>
    <w:rsid w:val="00AC2EDB"/>
    <w:rsid w:val="00AC383E"/>
    <w:rsid w:val="00AC41C6"/>
    <w:rsid w:val="00AD056F"/>
    <w:rsid w:val="00AD0C7B"/>
    <w:rsid w:val="00AD1E62"/>
    <w:rsid w:val="00AD57AF"/>
    <w:rsid w:val="00AD5F1A"/>
    <w:rsid w:val="00AD6731"/>
    <w:rsid w:val="00AF7745"/>
    <w:rsid w:val="00B008D5"/>
    <w:rsid w:val="00B01D65"/>
    <w:rsid w:val="00B02F73"/>
    <w:rsid w:val="00B037C3"/>
    <w:rsid w:val="00B03AD2"/>
    <w:rsid w:val="00B05B31"/>
    <w:rsid w:val="00B0619F"/>
    <w:rsid w:val="00B111A6"/>
    <w:rsid w:val="00B13A26"/>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26BC"/>
    <w:rsid w:val="00B63BC9"/>
    <w:rsid w:val="00B74EDE"/>
    <w:rsid w:val="00B75EE1"/>
    <w:rsid w:val="00B77481"/>
    <w:rsid w:val="00B77506"/>
    <w:rsid w:val="00B8518B"/>
    <w:rsid w:val="00B9342A"/>
    <w:rsid w:val="00B93966"/>
    <w:rsid w:val="00B94303"/>
    <w:rsid w:val="00B9726B"/>
    <w:rsid w:val="00B97CC3"/>
    <w:rsid w:val="00BA1285"/>
    <w:rsid w:val="00BA22AA"/>
    <w:rsid w:val="00BB418D"/>
    <w:rsid w:val="00BC06C4"/>
    <w:rsid w:val="00BD16EC"/>
    <w:rsid w:val="00BD257F"/>
    <w:rsid w:val="00BD5DE9"/>
    <w:rsid w:val="00BD7E32"/>
    <w:rsid w:val="00BD7E91"/>
    <w:rsid w:val="00BD7F0D"/>
    <w:rsid w:val="00BE21C8"/>
    <w:rsid w:val="00BF204D"/>
    <w:rsid w:val="00C02D0A"/>
    <w:rsid w:val="00C03A6E"/>
    <w:rsid w:val="00C129C7"/>
    <w:rsid w:val="00C226C0"/>
    <w:rsid w:val="00C22D1D"/>
    <w:rsid w:val="00C22E1B"/>
    <w:rsid w:val="00C258A4"/>
    <w:rsid w:val="00C41F7A"/>
    <w:rsid w:val="00C42FE6"/>
    <w:rsid w:val="00C44F6A"/>
    <w:rsid w:val="00C50C28"/>
    <w:rsid w:val="00C52164"/>
    <w:rsid w:val="00C5579E"/>
    <w:rsid w:val="00C6198E"/>
    <w:rsid w:val="00C61C31"/>
    <w:rsid w:val="00C66599"/>
    <w:rsid w:val="00C708EA"/>
    <w:rsid w:val="00C71BF4"/>
    <w:rsid w:val="00C74A2E"/>
    <w:rsid w:val="00C74AE9"/>
    <w:rsid w:val="00C778A5"/>
    <w:rsid w:val="00C81781"/>
    <w:rsid w:val="00C81A30"/>
    <w:rsid w:val="00C9417C"/>
    <w:rsid w:val="00C94BB8"/>
    <w:rsid w:val="00C95162"/>
    <w:rsid w:val="00C97991"/>
    <w:rsid w:val="00CA1995"/>
    <w:rsid w:val="00CA1B64"/>
    <w:rsid w:val="00CA50C9"/>
    <w:rsid w:val="00CA52F9"/>
    <w:rsid w:val="00CA73D8"/>
    <w:rsid w:val="00CB13AA"/>
    <w:rsid w:val="00CB337C"/>
    <w:rsid w:val="00CB4F6D"/>
    <w:rsid w:val="00CB6A37"/>
    <w:rsid w:val="00CB7684"/>
    <w:rsid w:val="00CC16FE"/>
    <w:rsid w:val="00CC4EA8"/>
    <w:rsid w:val="00CC5BEB"/>
    <w:rsid w:val="00CC6517"/>
    <w:rsid w:val="00CC7C8F"/>
    <w:rsid w:val="00CD11C2"/>
    <w:rsid w:val="00CD1FC4"/>
    <w:rsid w:val="00CD2B1F"/>
    <w:rsid w:val="00CE2B2B"/>
    <w:rsid w:val="00CE31C4"/>
    <w:rsid w:val="00CE3B31"/>
    <w:rsid w:val="00CE7AA0"/>
    <w:rsid w:val="00CF04C0"/>
    <w:rsid w:val="00D034A0"/>
    <w:rsid w:val="00D04FD8"/>
    <w:rsid w:val="00D0554F"/>
    <w:rsid w:val="00D076FA"/>
    <w:rsid w:val="00D12FC9"/>
    <w:rsid w:val="00D20BF2"/>
    <w:rsid w:val="00D21061"/>
    <w:rsid w:val="00D2469B"/>
    <w:rsid w:val="00D24D74"/>
    <w:rsid w:val="00D25819"/>
    <w:rsid w:val="00D324F1"/>
    <w:rsid w:val="00D40E88"/>
    <w:rsid w:val="00D4108E"/>
    <w:rsid w:val="00D4328E"/>
    <w:rsid w:val="00D43760"/>
    <w:rsid w:val="00D43863"/>
    <w:rsid w:val="00D453DF"/>
    <w:rsid w:val="00D463C3"/>
    <w:rsid w:val="00D519A6"/>
    <w:rsid w:val="00D5439C"/>
    <w:rsid w:val="00D6163D"/>
    <w:rsid w:val="00D65A55"/>
    <w:rsid w:val="00D679BF"/>
    <w:rsid w:val="00D71009"/>
    <w:rsid w:val="00D77CAB"/>
    <w:rsid w:val="00D831A3"/>
    <w:rsid w:val="00D843CA"/>
    <w:rsid w:val="00D97BE3"/>
    <w:rsid w:val="00DA3711"/>
    <w:rsid w:val="00DA5988"/>
    <w:rsid w:val="00DA6FFE"/>
    <w:rsid w:val="00DA734B"/>
    <w:rsid w:val="00DB530D"/>
    <w:rsid w:val="00DC15D7"/>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24B2"/>
    <w:rsid w:val="00E26D68"/>
    <w:rsid w:val="00E32F07"/>
    <w:rsid w:val="00E37FEB"/>
    <w:rsid w:val="00E4111D"/>
    <w:rsid w:val="00E44045"/>
    <w:rsid w:val="00E46300"/>
    <w:rsid w:val="00E46737"/>
    <w:rsid w:val="00E5194A"/>
    <w:rsid w:val="00E533EC"/>
    <w:rsid w:val="00E618C4"/>
    <w:rsid w:val="00E73584"/>
    <w:rsid w:val="00E73A2F"/>
    <w:rsid w:val="00E7415D"/>
    <w:rsid w:val="00E77326"/>
    <w:rsid w:val="00E8605C"/>
    <w:rsid w:val="00E878EE"/>
    <w:rsid w:val="00E901A3"/>
    <w:rsid w:val="00E968E5"/>
    <w:rsid w:val="00EA056C"/>
    <w:rsid w:val="00EA29D6"/>
    <w:rsid w:val="00EA2BB0"/>
    <w:rsid w:val="00EA5098"/>
    <w:rsid w:val="00EA585B"/>
    <w:rsid w:val="00EA5B3C"/>
    <w:rsid w:val="00EA6EC7"/>
    <w:rsid w:val="00EA77DE"/>
    <w:rsid w:val="00EB104F"/>
    <w:rsid w:val="00EB1B21"/>
    <w:rsid w:val="00EB46E5"/>
    <w:rsid w:val="00EB473E"/>
    <w:rsid w:val="00EB50D5"/>
    <w:rsid w:val="00EB6D9C"/>
    <w:rsid w:val="00ED14BD"/>
    <w:rsid w:val="00ED4DDB"/>
    <w:rsid w:val="00ED6B3B"/>
    <w:rsid w:val="00EE3D66"/>
    <w:rsid w:val="00EE4C6D"/>
    <w:rsid w:val="00EE65E1"/>
    <w:rsid w:val="00EF7106"/>
    <w:rsid w:val="00F016C7"/>
    <w:rsid w:val="00F03D39"/>
    <w:rsid w:val="00F1010A"/>
    <w:rsid w:val="00F10A41"/>
    <w:rsid w:val="00F12DEC"/>
    <w:rsid w:val="00F1715C"/>
    <w:rsid w:val="00F20A2D"/>
    <w:rsid w:val="00F22B17"/>
    <w:rsid w:val="00F24645"/>
    <w:rsid w:val="00F310F8"/>
    <w:rsid w:val="00F35939"/>
    <w:rsid w:val="00F4131C"/>
    <w:rsid w:val="00F422D3"/>
    <w:rsid w:val="00F4391C"/>
    <w:rsid w:val="00F44339"/>
    <w:rsid w:val="00F453E9"/>
    <w:rsid w:val="00F45607"/>
    <w:rsid w:val="00F465D8"/>
    <w:rsid w:val="00F46B34"/>
    <w:rsid w:val="00F4722B"/>
    <w:rsid w:val="00F51B84"/>
    <w:rsid w:val="00F532E2"/>
    <w:rsid w:val="00F54432"/>
    <w:rsid w:val="00F54F3E"/>
    <w:rsid w:val="00F576CF"/>
    <w:rsid w:val="00F64529"/>
    <w:rsid w:val="00F6481F"/>
    <w:rsid w:val="00F659EB"/>
    <w:rsid w:val="00F73B01"/>
    <w:rsid w:val="00F762A8"/>
    <w:rsid w:val="00F86BA6"/>
    <w:rsid w:val="00F86F38"/>
    <w:rsid w:val="00F87D59"/>
    <w:rsid w:val="00F94E3D"/>
    <w:rsid w:val="00F95FBD"/>
    <w:rsid w:val="00FA1278"/>
    <w:rsid w:val="00FA237E"/>
    <w:rsid w:val="00FA718C"/>
    <w:rsid w:val="00FA7F33"/>
    <w:rsid w:val="00FB04EB"/>
    <w:rsid w:val="00FB2F77"/>
    <w:rsid w:val="00FB6342"/>
    <w:rsid w:val="00FC096A"/>
    <w:rsid w:val="00FC27A9"/>
    <w:rsid w:val="00FC39A0"/>
    <w:rsid w:val="00FC493A"/>
    <w:rsid w:val="00FC6389"/>
    <w:rsid w:val="00FD2C17"/>
    <w:rsid w:val="00FD55F9"/>
    <w:rsid w:val="00FD6405"/>
    <w:rsid w:val="00FD6721"/>
    <w:rsid w:val="00FE2EF5"/>
    <w:rsid w:val="00FE6AEC"/>
    <w:rsid w:val="00FF63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083AC7"/>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 w:id="210418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A31C6995-854C-4043-B03F-99865A94FC84}">
  <ds:schemaRefs>
    <ds:schemaRef ds:uri="http://schemas.openxmlformats.org/officeDocument/2006/bibliography"/>
  </ds:schemaRefs>
</ds:datastoreItem>
</file>

<file path=customXml/itemProps4.xml><?xml version="1.0" encoding="utf-8"?>
<ds:datastoreItem xmlns:ds="http://schemas.openxmlformats.org/officeDocument/2006/customXml" ds:itemID="{3AD24718-B1B0-4145-BF6B-4301570B4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4SOD_R-F_24-23</Template>
  <TotalTime>75</TotalTime>
  <Pages>34</Pages>
  <Words>4992</Words>
  <Characters>29457</Characters>
  <Application>Microsoft Office Word</Application>
  <DocSecurity>0</DocSecurity>
  <Lines>245</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34381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Fučíková Veronika, Bc.</cp:lastModifiedBy>
  <cp:revision>13</cp:revision>
  <cp:lastPrinted>2023-03-22T12:55:00Z</cp:lastPrinted>
  <dcterms:created xsi:type="dcterms:W3CDTF">2023-10-24T12:08:00Z</dcterms:created>
  <dcterms:modified xsi:type="dcterms:W3CDTF">2023-11-20T06:13:00Z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